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E3" w:rsidRDefault="00B658E3" w:rsidP="009D49BE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B658E3" w:rsidRDefault="00B658E3" w:rsidP="009D49BE">
      <w:pPr>
        <w:jc w:val="center"/>
        <w:rPr>
          <w:sz w:val="24"/>
        </w:rPr>
      </w:pPr>
      <w:r>
        <w:rPr>
          <w:sz w:val="24"/>
        </w:rPr>
        <w:t>«Зубово-Полянская средняя общеобразовательная школа</w:t>
      </w:r>
    </w:p>
    <w:p w:rsidR="00B658E3" w:rsidRDefault="00B658E3" w:rsidP="009D49BE">
      <w:pPr>
        <w:jc w:val="center"/>
        <w:rPr>
          <w:sz w:val="24"/>
        </w:rPr>
      </w:pPr>
      <w:r>
        <w:rPr>
          <w:sz w:val="24"/>
        </w:rPr>
        <w:t>имени Героя Советского Союза Ивана Григорьевича Парамонова»</w:t>
      </w:r>
    </w:p>
    <w:p w:rsidR="00B658E3" w:rsidRDefault="00B658E3" w:rsidP="009D49BE">
      <w:pPr>
        <w:jc w:val="center"/>
        <w:rPr>
          <w:sz w:val="24"/>
        </w:rPr>
      </w:pPr>
      <w:r>
        <w:rPr>
          <w:sz w:val="24"/>
        </w:rPr>
        <w:t>Зубово-Полянского муниципального района Республики Мордовия</w:t>
      </w:r>
    </w:p>
    <w:p w:rsidR="00B658E3" w:rsidRDefault="00B658E3" w:rsidP="009D49BE">
      <w:pPr>
        <w:jc w:val="center"/>
        <w:rPr>
          <w:sz w:val="24"/>
        </w:rPr>
      </w:pPr>
      <w:r>
        <w:rPr>
          <w:sz w:val="24"/>
        </w:rPr>
        <w:t>431110, РМ, п.Зубова Поляна, ул. Новикова-Прибоя, д.19</w:t>
      </w: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9D49BE">
      <w:pPr>
        <w:jc w:val="center"/>
        <w:rPr>
          <w:sz w:val="24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D15AB">
        <w:rPr>
          <w:b/>
          <w:sz w:val="28"/>
          <w:szCs w:val="28"/>
        </w:rPr>
        <w:t>абочая программа,</w:t>
      </w:r>
    </w:p>
    <w:p w:rsidR="00B658E3" w:rsidRDefault="00B658E3" w:rsidP="00AB33FF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составленная с учётом ФАООП и ФГОС ОВЗ</w:t>
      </w:r>
    </w:p>
    <w:p w:rsidR="00B658E3" w:rsidRDefault="00B658E3" w:rsidP="00AB33FF">
      <w:pPr>
        <w:jc w:val="center"/>
        <w:rPr>
          <w:b/>
          <w:sz w:val="28"/>
          <w:szCs w:val="28"/>
        </w:rPr>
      </w:pPr>
      <w:r w:rsidRPr="008D15A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учебному курсу</w:t>
      </w:r>
      <w:r w:rsidRPr="008D15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«Русский язык»</w:t>
      </w:r>
    </w:p>
    <w:p w:rsidR="00B658E3" w:rsidRDefault="00B658E3" w:rsidP="00AB33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индивидуального обучения на дому ученика 3Г класса </w:t>
      </w:r>
    </w:p>
    <w:p w:rsidR="00B658E3" w:rsidRDefault="00B658E3" w:rsidP="00AB33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Семибратова Александра</w:t>
      </w: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Default="00B658E3" w:rsidP="00AB33FF">
      <w:pPr>
        <w:jc w:val="center"/>
        <w:rPr>
          <w:b/>
          <w:sz w:val="28"/>
          <w:szCs w:val="28"/>
        </w:rPr>
      </w:pPr>
    </w:p>
    <w:p w:rsidR="00B658E3" w:rsidRPr="00AB33FF" w:rsidRDefault="00B658E3" w:rsidP="00AB33FF">
      <w:pPr>
        <w:jc w:val="center"/>
        <w:rPr>
          <w:sz w:val="28"/>
          <w:szCs w:val="28"/>
        </w:rPr>
      </w:pPr>
      <w:r w:rsidRPr="00AB33FF">
        <w:rPr>
          <w:sz w:val="28"/>
          <w:szCs w:val="28"/>
        </w:rPr>
        <w:t>Зубова-Поляна - 2023</w:t>
      </w:r>
    </w:p>
    <w:p w:rsidR="00B658E3" w:rsidRDefault="00B658E3" w:rsidP="00AB33FF">
      <w:pPr>
        <w:pStyle w:val="Heading11"/>
        <w:spacing w:before="89"/>
        <w:ind w:right="982"/>
      </w:pPr>
    </w:p>
    <w:p w:rsidR="00B658E3" w:rsidRDefault="00B658E3">
      <w:pPr>
        <w:pStyle w:val="Heading11"/>
        <w:spacing w:before="89"/>
        <w:ind w:right="982"/>
      </w:pPr>
    </w:p>
    <w:p w:rsidR="00B658E3" w:rsidRDefault="00B658E3">
      <w:pPr>
        <w:pStyle w:val="Heading11"/>
        <w:spacing w:before="89"/>
        <w:ind w:right="982"/>
      </w:pPr>
    </w:p>
    <w:p w:rsidR="00B658E3" w:rsidRDefault="00B658E3">
      <w:pPr>
        <w:pStyle w:val="Heading11"/>
        <w:spacing w:before="89"/>
        <w:ind w:right="982"/>
      </w:pPr>
    </w:p>
    <w:p w:rsidR="00B658E3" w:rsidRDefault="00B658E3">
      <w:pPr>
        <w:pStyle w:val="Heading11"/>
        <w:spacing w:before="89"/>
        <w:ind w:right="982"/>
      </w:pPr>
      <w:r>
        <w:t>СОДЕРЖАНИЕ</w:t>
      </w:r>
    </w:p>
    <w:p w:rsidR="00B658E3" w:rsidRDefault="00B658E3">
      <w:pPr>
        <w:pStyle w:val="TOC11"/>
        <w:numPr>
          <w:ilvl w:val="0"/>
          <w:numId w:val="3"/>
        </w:numPr>
        <w:tabs>
          <w:tab w:val="left" w:pos="1085"/>
          <w:tab w:val="right" w:leader="dot" w:pos="9737"/>
        </w:tabs>
        <w:spacing w:before="687"/>
        <w:ind w:hanging="429"/>
      </w:pPr>
      <w:hyperlink w:anchor="_bookmark0" w:history="1">
        <w:r>
          <w:t>ПОЯСНИТЕЛЬНАЯ ЗАПИСКА</w:t>
        </w:r>
        <w:r>
          <w:tab/>
          <w:t>3</w:t>
        </w:r>
      </w:hyperlink>
    </w:p>
    <w:p w:rsidR="00B658E3" w:rsidRDefault="00B658E3">
      <w:pPr>
        <w:pStyle w:val="TOC11"/>
        <w:numPr>
          <w:ilvl w:val="0"/>
          <w:numId w:val="3"/>
        </w:numPr>
        <w:tabs>
          <w:tab w:val="left" w:pos="1089"/>
          <w:tab w:val="right" w:leader="dot" w:pos="9727"/>
        </w:tabs>
        <w:ind w:left="1088" w:hanging="433"/>
      </w:pPr>
      <w:hyperlink w:anchor="_bookmark1" w:history="1">
        <w:r>
          <w:t>СОДЕРЖАНИЕ ОБУЧЕНИЯ</w:t>
        </w:r>
        <w:r>
          <w:tab/>
          <w:t>10</w:t>
        </w:r>
      </w:hyperlink>
    </w:p>
    <w:p w:rsidR="00B658E3" w:rsidRDefault="00B658E3">
      <w:pPr>
        <w:pStyle w:val="TOC11"/>
        <w:numPr>
          <w:ilvl w:val="0"/>
          <w:numId w:val="3"/>
        </w:numPr>
        <w:tabs>
          <w:tab w:val="left" w:pos="1089"/>
          <w:tab w:val="right" w:leader="dot" w:pos="9727"/>
        </w:tabs>
        <w:spacing w:before="263"/>
        <w:ind w:left="1088" w:hanging="433"/>
      </w:pPr>
      <w:hyperlink w:anchor="_bookmark2" w:history="1">
        <w:r>
          <w:t>ТЕМАТИЧЕСКОЕ ПЛАНИРОВАНИЕ</w:t>
        </w:r>
        <w:r>
          <w:tab/>
          <w:t>12</w:t>
        </w:r>
      </w:hyperlink>
    </w:p>
    <w:p w:rsidR="00B658E3" w:rsidRDefault="00B658E3">
      <w:pPr>
        <w:sectPr w:rsidR="00B658E3" w:rsidSect="008D15AB">
          <w:footerReference w:type="default" r:id="rId7"/>
          <w:pgSz w:w="11910" w:h="16840"/>
          <w:pgMar w:top="1580" w:right="570" w:bottom="1180" w:left="760" w:header="0" w:footer="984" w:gutter="0"/>
          <w:pgNumType w:start="2"/>
          <w:cols w:space="720"/>
        </w:sectPr>
      </w:pPr>
    </w:p>
    <w:p w:rsidR="00B658E3" w:rsidRDefault="00B658E3">
      <w:pPr>
        <w:pStyle w:val="Heading11"/>
        <w:numPr>
          <w:ilvl w:val="1"/>
          <w:numId w:val="3"/>
        </w:numPr>
        <w:tabs>
          <w:tab w:val="left" w:pos="3668"/>
        </w:tabs>
        <w:spacing w:before="73"/>
        <w:jc w:val="left"/>
      </w:pPr>
      <w:bookmarkStart w:id="0" w:name="I._ПОЯСНИТЕЛЬНАЯЗАПИСКА"/>
      <w:bookmarkStart w:id="1" w:name="_bookmark0"/>
      <w:bookmarkEnd w:id="0"/>
      <w:bookmarkEnd w:id="1"/>
      <w:r>
        <w:t>ПОЯСНИТЕЛЬНАЯЗАПИСКА</w:t>
      </w:r>
    </w:p>
    <w:p w:rsidR="00B658E3" w:rsidRDefault="00B658E3">
      <w:pPr>
        <w:pStyle w:val="BodyText"/>
        <w:rPr>
          <w:b/>
          <w:sz w:val="25"/>
        </w:rPr>
      </w:pPr>
    </w:p>
    <w:p w:rsidR="00B658E3" w:rsidRDefault="00B658E3">
      <w:pPr>
        <w:pStyle w:val="BodyText"/>
        <w:spacing w:line="360" w:lineRule="auto"/>
        <w:ind w:left="656" w:right="1397" w:firstLine="710"/>
        <w:jc w:val="both"/>
      </w:pPr>
      <w:r>
        <w:t>Рабочая программа по учебному предмету«Русский язык»составлена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 УО</w:t>
      </w:r>
      <w:r>
        <w:rPr>
          <w:spacing w:val="1"/>
        </w:rPr>
        <w:t xml:space="preserve"> </w:t>
      </w:r>
      <w:r>
        <w:t>(вариант 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u w:val="single"/>
          </w:rPr>
          <w:t>https://clck.ru/33NMkR</w:t>
        </w:r>
      </w:hyperlink>
      <w:r>
        <w:t>).</w:t>
      </w:r>
    </w:p>
    <w:p w:rsidR="00B658E3" w:rsidRDefault="00B658E3">
      <w:pPr>
        <w:pStyle w:val="BodyText"/>
        <w:spacing w:line="360" w:lineRule="auto"/>
        <w:ind w:left="656" w:right="1399" w:firstLine="710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 и</w:t>
      </w:r>
      <w:r>
        <w:rPr>
          <w:spacing w:val="1"/>
        </w:rPr>
        <w:t xml:space="preserve"> </w:t>
      </w:r>
      <w:r>
        <w:t>возможностей.</w:t>
      </w:r>
    </w:p>
    <w:p w:rsidR="00B658E3" w:rsidRDefault="00B658E3">
      <w:pPr>
        <w:pStyle w:val="BodyText"/>
        <w:spacing w:before="1"/>
        <w:ind w:left="1367"/>
      </w:pPr>
      <w:r>
        <w:t>Учебный предмет «Русский язык» относится к предметной области</w:t>
      </w:r>
    </w:p>
    <w:p w:rsidR="00B658E3" w:rsidRDefault="00B658E3">
      <w:pPr>
        <w:pStyle w:val="BodyText"/>
        <w:spacing w:before="158"/>
        <w:ind w:left="656"/>
      </w:pPr>
      <w:r>
        <w:t>«Язык и речевая практика» и является обязательной частью учебного плана.</w:t>
      </w:r>
    </w:p>
    <w:p w:rsidR="00B658E3" w:rsidRDefault="00B658E3">
      <w:pPr>
        <w:pStyle w:val="BodyText"/>
        <w:spacing w:before="163" w:line="362" w:lineRule="auto"/>
        <w:ind w:left="656" w:right="1408" w:firstLine="710"/>
      </w:pPr>
      <w:r>
        <w:t>Рабочая программа по учебному предмету «Русский язык» в 3классе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(34</w:t>
      </w:r>
      <w:r>
        <w:rPr>
          <w:spacing w:val="-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неделю.</w:t>
      </w:r>
    </w:p>
    <w:p w:rsidR="00B658E3" w:rsidRDefault="00B658E3">
      <w:pPr>
        <w:pStyle w:val="BodyText"/>
        <w:tabs>
          <w:tab w:val="left" w:pos="3323"/>
          <w:tab w:val="left" w:pos="5629"/>
          <w:tab w:val="left" w:pos="7131"/>
        </w:tabs>
        <w:spacing w:line="357" w:lineRule="auto"/>
        <w:ind w:left="656" w:right="1408" w:firstLine="710"/>
      </w:pPr>
      <w:r>
        <w:t>Федеральная</w:t>
      </w:r>
      <w:r>
        <w:tab/>
        <w:t>адаптированная</w:t>
      </w:r>
      <w:r>
        <w:tab/>
        <w:t>основная</w:t>
      </w:r>
      <w:r>
        <w:tab/>
      </w:r>
      <w:r>
        <w:rPr>
          <w:w w:val="95"/>
        </w:rPr>
        <w:t>общеобразовательная</w:t>
      </w:r>
      <w:r>
        <w:rPr>
          <w:spacing w:val="1"/>
          <w:w w:val="95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B658E3" w:rsidRDefault="00B658E3">
      <w:pPr>
        <w:pStyle w:val="BodyText"/>
        <w:spacing w:before="3" w:line="360" w:lineRule="auto"/>
        <w:ind w:left="656" w:right="681" w:firstLine="710"/>
      </w:pPr>
      <w:r>
        <w:t>Цель обучения – овладение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20"/>
        </w:rPr>
        <w:t xml:space="preserve"> </w:t>
      </w:r>
      <w:r>
        <w:t>нарушениями)</w:t>
      </w:r>
      <w:r>
        <w:rPr>
          <w:spacing w:val="19"/>
        </w:rPr>
        <w:t xml:space="preserve"> </w:t>
      </w:r>
      <w:r>
        <w:t>элементарными</w:t>
      </w:r>
      <w:r>
        <w:rPr>
          <w:spacing w:val="20"/>
        </w:rPr>
        <w:t xml:space="preserve"> </w:t>
      </w:r>
      <w:r>
        <w:t>знаниями</w:t>
      </w:r>
      <w:r>
        <w:rPr>
          <w:spacing w:val="20"/>
        </w:rPr>
        <w:t xml:space="preserve"> </w:t>
      </w:r>
      <w:r>
        <w:t>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3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интереса</w:t>
      </w:r>
      <w:r>
        <w:rPr>
          <w:spacing w:val="2"/>
        </w:rPr>
        <w:t xml:space="preserve"> </w:t>
      </w:r>
      <w:r>
        <w:t>к родному</w:t>
      </w:r>
      <w:r>
        <w:rPr>
          <w:spacing w:val="-3"/>
        </w:rPr>
        <w:t xml:space="preserve"> </w:t>
      </w:r>
      <w:r>
        <w:t>языку.</w:t>
      </w:r>
    </w:p>
    <w:p w:rsidR="00B658E3" w:rsidRDefault="00B658E3">
      <w:pPr>
        <w:pStyle w:val="BodyText"/>
        <w:spacing w:before="6"/>
        <w:ind w:left="1367"/>
      </w:pPr>
      <w:r>
        <w:t>Задачи обучения: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158" w:line="350" w:lineRule="auto"/>
        <w:ind w:right="1394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обогащение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действительности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языковыми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(слово,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предложение,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словосочетание);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13" w:line="343" w:lineRule="auto"/>
        <w:ind w:right="1400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первоначальных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«до грамматических»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коммуникативно-речевых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4" w:line="343" w:lineRule="auto"/>
        <w:ind w:right="1788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w w:val="95"/>
          <w:sz w:val="28"/>
        </w:rPr>
        <w:t>овладение различными доступными средствами устной и письменной</w:t>
      </w:r>
      <w:r>
        <w:rPr>
          <w:color w:val="000009"/>
          <w:spacing w:val="1"/>
          <w:w w:val="95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решения практико-ориентированных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задач;</w:t>
      </w:r>
    </w:p>
    <w:p w:rsidR="00B658E3" w:rsidRDefault="00B658E3">
      <w:pPr>
        <w:spacing w:line="343" w:lineRule="auto"/>
        <w:jc w:val="both"/>
        <w:rPr>
          <w:rFonts w:ascii="Symbol" w:hAnsi="Symbol"/>
          <w:sz w:val="28"/>
        </w:rPr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72"/>
        <w:ind w:left="1377" w:hanging="293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 недостатков речевой и мыслительной деятельности;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line="340" w:lineRule="auto"/>
        <w:ind w:right="1807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основ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навыка полноценного чтения художественных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текстов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доступных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понимания по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структуре 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содержанию;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31"/>
        <w:ind w:left="1377" w:hanging="293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 навыков устной коммуникации;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  <w:tab w:val="left" w:pos="3335"/>
          <w:tab w:val="left" w:pos="5448"/>
          <w:tab w:val="left" w:pos="7331"/>
          <w:tab w:val="left" w:pos="8445"/>
          <w:tab w:val="left" w:pos="8800"/>
        </w:tabs>
        <w:spacing w:line="340" w:lineRule="auto"/>
        <w:ind w:right="1407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z w:val="28"/>
        </w:rPr>
        <w:tab/>
        <w:t>положительных</w:t>
      </w:r>
      <w:r>
        <w:rPr>
          <w:color w:val="000009"/>
          <w:sz w:val="28"/>
        </w:rPr>
        <w:tab/>
        <w:t>нравственных</w:t>
      </w:r>
      <w:r>
        <w:rPr>
          <w:color w:val="000009"/>
          <w:sz w:val="28"/>
        </w:rPr>
        <w:tab/>
        <w:t>качеств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свойств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:rsidR="00B658E3" w:rsidRDefault="00B658E3">
      <w:pPr>
        <w:pStyle w:val="BodyText"/>
        <w:spacing w:before="22" w:line="364" w:lineRule="auto"/>
        <w:ind w:left="656" w:right="1408" w:firstLine="710"/>
      </w:pPr>
      <w:r>
        <w:t>Рабочая</w:t>
      </w:r>
      <w:r>
        <w:rPr>
          <w:spacing w:val="-3"/>
        </w:rPr>
        <w:t xml:space="preserve"> </w:t>
      </w:r>
      <w:r>
        <w:t>программа по</w:t>
      </w:r>
      <w:r>
        <w:rPr>
          <w:spacing w:val="-4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задачи: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0" w:line="338" w:lineRule="exact"/>
        <w:ind w:left="1377" w:hanging="293"/>
        <w:rPr>
          <w:rFonts w:ascii="Symbol" w:hAnsi="Symbol"/>
          <w:sz w:val="28"/>
        </w:rPr>
      </w:pPr>
      <w:r>
        <w:rPr>
          <w:sz w:val="28"/>
        </w:rPr>
        <w:t>обучение навыкам грамотного письма и культуры речи;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  <w:tab w:val="left" w:pos="3413"/>
          <w:tab w:val="left" w:pos="4858"/>
          <w:tab w:val="left" w:pos="7268"/>
          <w:tab w:val="left" w:pos="7700"/>
        </w:tabs>
        <w:spacing w:before="156" w:line="343" w:lineRule="auto"/>
        <w:ind w:right="1419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основных</w:t>
      </w:r>
      <w:r>
        <w:rPr>
          <w:sz w:val="28"/>
        </w:rPr>
        <w:tab/>
        <w:t>орфографических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2"/>
          <w:sz w:val="28"/>
        </w:rPr>
        <w:t>пунктуационных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24"/>
        <w:ind w:left="1377" w:hanging="293"/>
        <w:rPr>
          <w:rFonts w:ascii="Symbol" w:hAnsi="Symbol"/>
          <w:sz w:val="28"/>
        </w:rPr>
      </w:pPr>
      <w:r>
        <w:rPr>
          <w:sz w:val="28"/>
        </w:rPr>
        <w:t>повышение уровня общего и речевого развития обучающихся;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line="340" w:lineRule="auto"/>
        <w:ind w:right="2152" w:firstLine="427"/>
        <w:rPr>
          <w:rFonts w:ascii="Symbol" w:hAnsi="Symbol"/>
          <w:sz w:val="28"/>
        </w:rPr>
      </w:pPr>
      <w:r>
        <w:rPr>
          <w:w w:val="95"/>
          <w:sz w:val="28"/>
        </w:rPr>
        <w:t>формирование умения последовательно и правильно излагать свои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мысли в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форме;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30"/>
        <w:ind w:left="1377" w:hanging="293"/>
        <w:rPr>
          <w:rFonts w:ascii="Symbol" w:hAnsi="Symbol"/>
          <w:sz w:val="28"/>
        </w:rPr>
      </w:pPr>
      <w:r>
        <w:rPr>
          <w:sz w:val="28"/>
        </w:rPr>
        <w:t>уточнение, расширение и активизация словарного запаса.</w:t>
      </w:r>
    </w:p>
    <w:p w:rsidR="00B658E3" w:rsidRDefault="00B658E3">
      <w:pPr>
        <w:pStyle w:val="Heading11"/>
        <w:spacing w:before="157" w:line="278" w:lineRule="auto"/>
        <w:ind w:left="2068" w:right="1977" w:hanging="476"/>
        <w:jc w:val="left"/>
      </w:pPr>
      <w:bookmarkStart w:id="2" w:name="Планируемыерезультатыосвоениярабочейпрог"/>
      <w:bookmarkEnd w:id="2"/>
      <w:r>
        <w:rPr>
          <w:w w:val="95"/>
        </w:rPr>
        <w:t>Планируемые результаты освоения рабочей программы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3 классе</w:t>
      </w:r>
    </w:p>
    <w:p w:rsidR="00B658E3" w:rsidRDefault="00B658E3">
      <w:pPr>
        <w:spacing w:before="238"/>
        <w:ind w:left="1367"/>
        <w:rPr>
          <w:b/>
          <w:sz w:val="28"/>
        </w:rPr>
      </w:pPr>
      <w:bookmarkStart w:id="3" w:name="Личностныерезультаты:"/>
      <w:bookmarkEnd w:id="3"/>
      <w:r>
        <w:rPr>
          <w:b/>
          <w:sz w:val="28"/>
        </w:rPr>
        <w:t>Личностные результаты:</w:t>
      </w:r>
    </w:p>
    <w:p w:rsidR="00B658E3" w:rsidRDefault="00B658E3">
      <w:pPr>
        <w:pStyle w:val="BodyText"/>
        <w:spacing w:before="11"/>
        <w:rPr>
          <w:b/>
          <w:sz w:val="34"/>
        </w:rPr>
      </w:pP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0" w:line="340" w:lineRule="auto"/>
        <w:ind w:right="1405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 со</w:t>
      </w:r>
      <w:r>
        <w:rPr>
          <w:spacing w:val="-7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6" w:line="350" w:lineRule="auto"/>
        <w:ind w:right="1406" w:firstLine="427"/>
        <w:jc w:val="both"/>
        <w:rPr>
          <w:rFonts w:ascii="Symbol" w:hAnsi="Symbol"/>
          <w:color w:val="171717"/>
          <w:sz w:val="28"/>
        </w:rPr>
      </w:pPr>
      <w:r>
        <w:rPr>
          <w:color w:val="171717"/>
          <w:sz w:val="28"/>
        </w:rPr>
        <w:t>принятие и освоение социальной роли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обучающегося, проявление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социально значимых мотивов учебной деятельности на уроках русского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языка;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14" w:line="352" w:lineRule="auto"/>
        <w:ind w:right="1397" w:firstLine="427"/>
        <w:jc w:val="both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этических нормах и правилах поведения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B658E3" w:rsidRDefault="00B658E3">
      <w:pPr>
        <w:spacing w:line="352" w:lineRule="auto"/>
        <w:jc w:val="both"/>
        <w:rPr>
          <w:rFonts w:ascii="Symbol" w:hAnsi="Symbol"/>
          <w:sz w:val="28"/>
        </w:rPr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Heading11"/>
        <w:spacing w:before="73" w:line="278" w:lineRule="auto"/>
        <w:ind w:left="2068" w:right="1977" w:firstLine="226"/>
        <w:jc w:val="left"/>
      </w:pPr>
      <w:bookmarkStart w:id="4" w:name="Уровни_достижения_предметных_результатов"/>
      <w:bookmarkEnd w:id="4"/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по учебному предмету «Русский язык» в 3классе</w:t>
      </w:r>
    </w:p>
    <w:p w:rsidR="00B658E3" w:rsidRDefault="00B658E3">
      <w:pPr>
        <w:pStyle w:val="BodyText"/>
        <w:spacing w:before="189"/>
        <w:ind w:left="1367"/>
      </w:pPr>
      <w:r>
        <w:rPr>
          <w:u w:val="single"/>
        </w:rPr>
        <w:t>Минимальный уровень: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163" w:line="343" w:lineRule="auto"/>
        <w:ind w:right="1489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 слоговым</w:t>
      </w:r>
      <w:r>
        <w:rPr>
          <w:spacing w:val="-7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проговариванием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3" w:line="343" w:lineRule="auto"/>
        <w:ind w:right="2531" w:firstLine="427"/>
        <w:rPr>
          <w:rFonts w:ascii="Symbol" w:hAnsi="Symbol"/>
          <w:sz w:val="28"/>
        </w:rPr>
      </w:pPr>
      <w:r>
        <w:rPr>
          <w:w w:val="95"/>
          <w:sz w:val="28"/>
        </w:rPr>
        <w:t>различать гласные и согласные, ударные и безударные гласные с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4" w:line="343" w:lineRule="auto"/>
        <w:ind w:right="2400" w:firstLine="427"/>
        <w:rPr>
          <w:rFonts w:ascii="Symbol" w:hAnsi="Symbol"/>
          <w:sz w:val="28"/>
        </w:rPr>
      </w:pPr>
      <w:r>
        <w:rPr>
          <w:w w:val="95"/>
          <w:sz w:val="28"/>
        </w:rPr>
        <w:t>дифференцировать оппозиционные согласные звуки с помощью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учителя;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3" w:line="343" w:lineRule="auto"/>
        <w:ind w:right="2028" w:firstLine="427"/>
        <w:rPr>
          <w:rFonts w:ascii="Symbol" w:hAnsi="Symbol"/>
          <w:sz w:val="28"/>
        </w:rPr>
      </w:pPr>
      <w:r>
        <w:rPr>
          <w:spacing w:val="-1"/>
          <w:sz w:val="28"/>
        </w:rPr>
        <w:t>делить слова на слоги, переносить части слова при письме с 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  <w:tab w:val="left" w:pos="6634"/>
          <w:tab w:val="left" w:pos="8709"/>
          <w:tab w:val="left" w:pos="9607"/>
        </w:tabs>
        <w:spacing w:before="24" w:line="343" w:lineRule="auto"/>
        <w:ind w:right="1395" w:firstLine="427"/>
        <w:rPr>
          <w:rFonts w:ascii="Symbol" w:hAnsi="Symbol"/>
          <w:sz w:val="28"/>
        </w:rPr>
      </w:pPr>
      <w:r>
        <w:rPr>
          <w:sz w:val="28"/>
        </w:rPr>
        <w:t>списывать текст целыми словами (10-20</w:t>
      </w:r>
      <w:r>
        <w:rPr>
          <w:sz w:val="28"/>
        </w:rPr>
        <w:tab/>
        <w:t>слов); включая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4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изученными орфограммами;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4" w:line="343" w:lineRule="auto"/>
        <w:ind w:right="1525" w:firstLine="427"/>
        <w:rPr>
          <w:rFonts w:ascii="Symbol" w:hAnsi="Symbol"/>
          <w:sz w:val="28"/>
        </w:rPr>
      </w:pPr>
      <w:r>
        <w:rPr>
          <w:sz w:val="28"/>
        </w:rPr>
        <w:t>составлять предложения,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предложении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опор и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учителя;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24"/>
        <w:ind w:left="1377" w:hanging="293"/>
        <w:rPr>
          <w:rFonts w:ascii="Symbol" w:hAnsi="Symbol"/>
          <w:sz w:val="28"/>
        </w:rPr>
      </w:pPr>
      <w:r>
        <w:rPr>
          <w:sz w:val="28"/>
        </w:rPr>
        <w:t>выделять предложения из текста;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  <w:tab w:val="left" w:pos="2294"/>
          <w:tab w:val="left" w:pos="3945"/>
          <w:tab w:val="left" w:pos="4829"/>
          <w:tab w:val="left" w:pos="5179"/>
          <w:tab w:val="left" w:pos="6841"/>
          <w:tab w:val="left" w:pos="8027"/>
          <w:tab w:val="left" w:pos="8373"/>
          <w:tab w:val="left" w:pos="9458"/>
        </w:tabs>
        <w:spacing w:line="343" w:lineRule="auto"/>
        <w:ind w:right="1400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располагать</w:t>
      </w:r>
      <w:r>
        <w:rPr>
          <w:sz w:val="28"/>
        </w:rPr>
        <w:tab/>
        <w:t>слова</w:t>
      </w:r>
      <w:r>
        <w:rPr>
          <w:sz w:val="28"/>
        </w:rPr>
        <w:tab/>
        <w:t>в</w:t>
      </w:r>
      <w:r>
        <w:rPr>
          <w:sz w:val="28"/>
        </w:rPr>
        <w:tab/>
        <w:t>алфавитном</w:t>
      </w:r>
      <w:r>
        <w:rPr>
          <w:sz w:val="28"/>
        </w:rPr>
        <w:tab/>
        <w:t>порядке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</w:r>
      <w:r>
        <w:rPr>
          <w:spacing w:val="-5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помощью учителя.</w:t>
      </w:r>
    </w:p>
    <w:p w:rsidR="00B658E3" w:rsidRDefault="00B658E3">
      <w:pPr>
        <w:pStyle w:val="BodyText"/>
        <w:spacing w:before="24"/>
        <w:ind w:left="1367"/>
      </w:pPr>
      <w:r>
        <w:rPr>
          <w:u w:val="single"/>
        </w:rPr>
        <w:t>Достаточный уровень: должны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162"/>
        <w:ind w:left="1377" w:hanging="293"/>
        <w:rPr>
          <w:rFonts w:ascii="Symbol" w:hAnsi="Symbol"/>
          <w:sz w:val="28"/>
        </w:rPr>
      </w:pPr>
      <w:r>
        <w:rPr>
          <w:sz w:val="28"/>
        </w:rPr>
        <w:t>записывать слова с по слоговым орфографическим проговариванием;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162"/>
        <w:ind w:left="1377" w:hanging="293"/>
        <w:rPr>
          <w:rFonts w:ascii="Symbol" w:hAnsi="Symbol"/>
          <w:sz w:val="28"/>
        </w:rPr>
      </w:pPr>
      <w:r>
        <w:rPr>
          <w:sz w:val="28"/>
        </w:rPr>
        <w:t>различать гласные и согласные, ударные и безударные гласные;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156"/>
        <w:ind w:left="1377" w:hanging="293"/>
        <w:rPr>
          <w:rFonts w:ascii="Symbol" w:hAnsi="Symbol"/>
          <w:sz w:val="28"/>
        </w:rPr>
      </w:pPr>
      <w:r>
        <w:rPr>
          <w:sz w:val="28"/>
        </w:rPr>
        <w:t>дифференцировать оппозиционные согласные звуки;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156"/>
        <w:ind w:left="1377" w:hanging="293"/>
        <w:rPr>
          <w:rFonts w:ascii="Symbol" w:hAnsi="Symbol"/>
          <w:sz w:val="28"/>
        </w:rPr>
      </w:pPr>
      <w:r>
        <w:rPr>
          <w:sz w:val="28"/>
        </w:rPr>
        <w:t>делить слова на слоги, переносить части слова при письме;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166" w:line="340" w:lineRule="auto"/>
        <w:ind w:right="1548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целыми словами;</w:t>
      </w:r>
      <w:r>
        <w:rPr>
          <w:spacing w:val="-5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8"/>
          <w:sz w:val="28"/>
        </w:rPr>
        <w:t xml:space="preserve"> </w:t>
      </w:r>
      <w:r>
        <w:rPr>
          <w:sz w:val="28"/>
        </w:rPr>
        <w:t>(20</w:t>
      </w:r>
      <w:r>
        <w:rPr>
          <w:spacing w:val="4"/>
          <w:sz w:val="28"/>
        </w:rPr>
        <w:t xml:space="preserve"> </w:t>
      </w:r>
      <w:r>
        <w:rPr>
          <w:sz w:val="28"/>
        </w:rPr>
        <w:t>-25</w:t>
      </w:r>
      <w:r>
        <w:rPr>
          <w:spacing w:val="-67"/>
          <w:sz w:val="28"/>
        </w:rPr>
        <w:t xml:space="preserve"> </w:t>
      </w:r>
      <w:r>
        <w:rPr>
          <w:sz w:val="28"/>
        </w:rPr>
        <w:t>слов),</w:t>
      </w:r>
      <w:r>
        <w:rPr>
          <w:spacing w:val="3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 орфограммами;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</w:tabs>
        <w:spacing w:before="26" w:line="343" w:lineRule="auto"/>
        <w:ind w:right="1457" w:firstLine="427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предложении;</w:t>
      </w:r>
    </w:p>
    <w:p w:rsidR="00B658E3" w:rsidRDefault="00B658E3">
      <w:pPr>
        <w:spacing w:line="343" w:lineRule="auto"/>
        <w:rPr>
          <w:rFonts w:ascii="Symbol" w:hAnsi="Symbol"/>
          <w:sz w:val="28"/>
        </w:rPr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ListParagraph"/>
        <w:numPr>
          <w:ilvl w:val="0"/>
          <w:numId w:val="2"/>
        </w:numPr>
        <w:tabs>
          <w:tab w:val="left" w:pos="1382"/>
          <w:tab w:val="left" w:pos="2702"/>
          <w:tab w:val="left" w:pos="4497"/>
          <w:tab w:val="left" w:pos="4973"/>
          <w:tab w:val="left" w:pos="6015"/>
          <w:tab w:val="left" w:pos="8195"/>
        </w:tabs>
        <w:spacing w:before="72" w:line="343" w:lineRule="auto"/>
        <w:ind w:right="1416" w:firstLine="427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предложения</w:t>
      </w:r>
      <w:r>
        <w:rPr>
          <w:sz w:val="28"/>
        </w:rPr>
        <w:tab/>
        <w:t>из</w:t>
      </w:r>
      <w:r>
        <w:rPr>
          <w:sz w:val="28"/>
        </w:rPr>
        <w:tab/>
        <w:t>текста,</w:t>
      </w:r>
      <w:r>
        <w:rPr>
          <w:sz w:val="28"/>
        </w:rPr>
        <w:tab/>
        <w:t>восстанавливать</w:t>
      </w:r>
      <w:r>
        <w:rPr>
          <w:sz w:val="28"/>
        </w:rPr>
        <w:tab/>
      </w:r>
      <w:r>
        <w:rPr>
          <w:spacing w:val="-2"/>
          <w:sz w:val="28"/>
        </w:rPr>
        <w:t>нарушенный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слов в предложении;</w:t>
      </w:r>
    </w:p>
    <w:p w:rsidR="00B658E3" w:rsidRDefault="00B658E3">
      <w:pPr>
        <w:pStyle w:val="ListParagraph"/>
        <w:numPr>
          <w:ilvl w:val="0"/>
          <w:numId w:val="2"/>
        </w:numPr>
        <w:tabs>
          <w:tab w:val="left" w:pos="1377"/>
        </w:tabs>
        <w:spacing w:before="19"/>
        <w:ind w:left="1377" w:hanging="293"/>
        <w:rPr>
          <w:rFonts w:ascii="Symbol" w:hAnsi="Symbol"/>
          <w:sz w:val="28"/>
        </w:rPr>
      </w:pPr>
      <w:r>
        <w:rPr>
          <w:sz w:val="28"/>
        </w:rPr>
        <w:t>уметь располагать слова в алфавитном порядке.</w:t>
      </w:r>
    </w:p>
    <w:p w:rsidR="00B658E3" w:rsidRDefault="00B658E3">
      <w:pPr>
        <w:pStyle w:val="BodyText"/>
        <w:spacing w:before="4"/>
        <w:rPr>
          <w:sz w:val="35"/>
        </w:rPr>
      </w:pPr>
    </w:p>
    <w:p w:rsidR="00B658E3" w:rsidRDefault="00B658E3">
      <w:pPr>
        <w:pStyle w:val="Heading11"/>
        <w:spacing w:before="1" w:line="322" w:lineRule="exact"/>
        <w:ind w:right="1412"/>
      </w:pPr>
      <w:bookmarkStart w:id="5" w:name="Системаоценкидостиженияобучающимися"/>
      <w:bookmarkEnd w:id="5"/>
      <w:r>
        <w:t>Система оценки достижения обучающимися</w:t>
      </w:r>
    </w:p>
    <w:p w:rsidR="00B658E3" w:rsidRDefault="00B658E3">
      <w:pPr>
        <w:ind w:left="1069" w:right="1810" w:hanging="1"/>
        <w:jc w:val="center"/>
        <w:rPr>
          <w:b/>
          <w:w w:val="95"/>
          <w:sz w:val="28"/>
        </w:rPr>
      </w:pPr>
      <w:bookmarkStart w:id="6" w:name="с_умственной_отсталостью_планируемых_рез"/>
      <w:bookmarkEnd w:id="6"/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>рабочей программы по учебному предмету «Русский язык»</w:t>
      </w:r>
    </w:p>
    <w:p w:rsidR="00B658E3" w:rsidRDefault="00B658E3">
      <w:pPr>
        <w:ind w:left="1069" w:right="1810" w:hanging="1"/>
        <w:jc w:val="center"/>
        <w:rPr>
          <w:b/>
          <w:sz w:val="28"/>
        </w:rPr>
      </w:pPr>
      <w:r>
        <w:rPr>
          <w:b/>
          <w:w w:val="95"/>
          <w:sz w:val="28"/>
        </w:rPr>
        <w:t xml:space="preserve"> в 3 классе</w:t>
      </w:r>
    </w:p>
    <w:p w:rsidR="00B658E3" w:rsidRDefault="00B658E3">
      <w:pPr>
        <w:pStyle w:val="BodyText"/>
        <w:spacing w:before="7"/>
        <w:rPr>
          <w:b/>
          <w:sz w:val="31"/>
        </w:rPr>
      </w:pPr>
    </w:p>
    <w:p w:rsidR="00B658E3" w:rsidRDefault="00B658E3">
      <w:pPr>
        <w:pStyle w:val="BodyText"/>
        <w:spacing w:line="362" w:lineRule="auto"/>
        <w:ind w:left="656" w:right="1397" w:firstLine="720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1"/>
        </w:rPr>
        <w:t xml:space="preserve"> </w:t>
      </w:r>
      <w:r>
        <w:t>условных</w:t>
      </w:r>
      <w:r>
        <w:rPr>
          <w:spacing w:val="-5"/>
        </w:rPr>
        <w:t xml:space="preserve"> </w:t>
      </w:r>
      <w:r>
        <w:t>единицах: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193"/>
        <w:ind w:left="1377"/>
        <w:rPr>
          <w:sz w:val="28"/>
        </w:rPr>
      </w:pPr>
      <w:r>
        <w:rPr>
          <w:sz w:val="28"/>
        </w:rPr>
        <w:t>0 баллов – нет фиксируемой динамики;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ind w:left="1377"/>
        <w:rPr>
          <w:sz w:val="28"/>
        </w:rPr>
      </w:pPr>
      <w:r>
        <w:rPr>
          <w:sz w:val="28"/>
        </w:rPr>
        <w:t>1 балл - минимальная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динамика;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ind w:left="1377"/>
        <w:rPr>
          <w:sz w:val="28"/>
        </w:rPr>
      </w:pPr>
      <w:r>
        <w:rPr>
          <w:sz w:val="28"/>
        </w:rPr>
        <w:t>2 балла – удовлетворительная динамика;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156"/>
        <w:ind w:left="1377"/>
        <w:rPr>
          <w:sz w:val="28"/>
        </w:rPr>
      </w:pPr>
      <w:r>
        <w:rPr>
          <w:sz w:val="28"/>
        </w:rPr>
        <w:t>3 балла - значительная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динамика.</w:t>
      </w:r>
    </w:p>
    <w:p w:rsidR="00B658E3" w:rsidRDefault="00B658E3">
      <w:pPr>
        <w:pStyle w:val="BodyText"/>
        <w:rPr>
          <w:sz w:val="35"/>
        </w:rPr>
      </w:pPr>
    </w:p>
    <w:p w:rsidR="00B658E3" w:rsidRDefault="00B658E3">
      <w:pPr>
        <w:pStyle w:val="Heading11"/>
        <w:ind w:right="1420"/>
      </w:pPr>
      <w:bookmarkStart w:id="7" w:name="Критерииоценкипредметныхрезультатов"/>
      <w:bookmarkEnd w:id="7"/>
      <w:r>
        <w:t>Критерии оценки предметных результатов</w:t>
      </w:r>
    </w:p>
    <w:p w:rsidR="00B658E3" w:rsidRDefault="00B658E3">
      <w:pPr>
        <w:pStyle w:val="BodyText"/>
        <w:spacing w:before="6"/>
        <w:rPr>
          <w:b/>
          <w:sz w:val="24"/>
        </w:rPr>
      </w:pPr>
    </w:p>
    <w:p w:rsidR="00B658E3" w:rsidRDefault="00B658E3" w:rsidP="006C03C5">
      <w:pPr>
        <w:pStyle w:val="BodyText"/>
        <w:tabs>
          <w:tab w:val="left" w:pos="2489"/>
          <w:tab w:val="left" w:pos="4148"/>
          <w:tab w:val="left" w:pos="6224"/>
          <w:tab w:val="left" w:pos="6588"/>
          <w:tab w:val="left" w:pos="8229"/>
        </w:tabs>
        <w:spacing w:before="1" w:line="362" w:lineRule="auto"/>
        <w:ind w:left="656" w:right="1404" w:firstLine="710"/>
      </w:pPr>
      <w:r>
        <w:t>Оценка</w:t>
      </w:r>
      <w:r>
        <w:tab/>
        <w:t>достижения</w:t>
      </w:r>
      <w:r>
        <w:tab/>
        <w:t>обучающимися</w:t>
      </w:r>
      <w:r>
        <w:tab/>
        <w:t>с</w:t>
      </w:r>
      <w:r>
        <w:tab/>
        <w:t>умственной</w:t>
      </w:r>
      <w:r>
        <w:tab/>
      </w:r>
      <w:r>
        <w:rPr>
          <w:spacing w:val="-1"/>
        </w:rPr>
        <w:t>отсталостью</w:t>
      </w:r>
      <w:r>
        <w:rPr>
          <w:spacing w:val="-67"/>
        </w:rPr>
        <w:t xml:space="preserve"> </w:t>
      </w:r>
      <w:r>
        <w:t>(интеллектуальными нарушениями) предметных результатов базируется на</w:t>
      </w:r>
      <w:r>
        <w:rPr>
          <w:spacing w:val="1"/>
        </w:rPr>
        <w:t xml:space="preserve"> </w:t>
      </w:r>
      <w:r>
        <w:t>принципах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дифференцированного</w:t>
      </w:r>
      <w:r>
        <w:rPr>
          <w:spacing w:val="-1"/>
        </w:rPr>
        <w:t xml:space="preserve"> </w:t>
      </w:r>
      <w:r>
        <w:t>подходов.</w:t>
      </w:r>
    </w:p>
    <w:p w:rsidR="00B658E3" w:rsidRDefault="00B658E3" w:rsidP="006C03C5">
      <w:pPr>
        <w:pStyle w:val="BodyText"/>
        <w:tabs>
          <w:tab w:val="left" w:pos="2817"/>
          <w:tab w:val="left" w:pos="4133"/>
          <w:tab w:val="left" w:pos="5184"/>
          <w:tab w:val="left" w:pos="7014"/>
          <w:tab w:val="left" w:pos="8642"/>
        </w:tabs>
        <w:spacing w:line="362" w:lineRule="auto"/>
        <w:ind w:left="925" w:right="1382" w:firstLine="475"/>
      </w:pPr>
      <w:r>
        <w:t>Основные</w:t>
      </w:r>
      <w:r>
        <w:tab/>
        <w:t>критерии</w:t>
      </w:r>
      <w:r>
        <w:tab/>
        <w:t>оценки</w:t>
      </w:r>
      <w:r>
        <w:tab/>
        <w:t>планируемых</w:t>
      </w:r>
      <w:r>
        <w:tab/>
        <w:t>результатов</w:t>
      </w:r>
      <w:r>
        <w:tab/>
      </w:r>
      <w:r>
        <w:rPr>
          <w:spacing w:val="-2"/>
        </w:rPr>
        <w:t>являются</w:t>
      </w:r>
      <w:r>
        <w:rPr>
          <w:spacing w:val="-67"/>
        </w:rPr>
        <w:t xml:space="preserve"> </w:t>
      </w:r>
      <w:r>
        <w:rPr>
          <w:w w:val="95"/>
        </w:rPr>
        <w:t>следующие: соответствие и (или) несоответствие науке и практике; полнота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надёжность</w:t>
      </w:r>
      <w:r>
        <w:rPr>
          <w:spacing w:val="-7"/>
        </w:rPr>
        <w:t xml:space="preserve"> </w:t>
      </w:r>
      <w:r>
        <w:t>усвоения;</w:t>
      </w:r>
      <w:r>
        <w:rPr>
          <w:spacing w:val="-9"/>
        </w:rPr>
        <w:t xml:space="preserve"> </w:t>
      </w:r>
      <w:r>
        <w:t>самостоятельность</w:t>
      </w:r>
      <w:r>
        <w:rPr>
          <w:spacing w:val="-11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усвоенных</w:t>
      </w:r>
      <w:r>
        <w:rPr>
          <w:spacing w:val="-12"/>
        </w:rPr>
        <w:t xml:space="preserve"> </w:t>
      </w:r>
      <w:r>
        <w:t>знаний.</w:t>
      </w:r>
    </w:p>
    <w:p w:rsidR="00B658E3" w:rsidRDefault="00B658E3">
      <w:pPr>
        <w:pStyle w:val="BodyText"/>
        <w:spacing w:line="360" w:lineRule="auto"/>
        <w:ind w:left="656" w:right="1400" w:firstLine="710"/>
        <w:jc w:val="both"/>
      </w:pPr>
      <w:r>
        <w:t>При оценке итоговых предметных результатов обучающихся следует</w:t>
      </w:r>
      <w:r>
        <w:rPr>
          <w:spacing w:val="-67"/>
        </w:rPr>
        <w:t xml:space="preserve"> </w:t>
      </w:r>
      <w:r>
        <w:t>из всего спектра оценок выбирать такие, которые стимулировали бы их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компетенций.</w:t>
      </w:r>
    </w:p>
    <w:p w:rsidR="00B658E3" w:rsidRDefault="00B658E3">
      <w:pPr>
        <w:pStyle w:val="BodyText"/>
        <w:spacing w:line="362" w:lineRule="auto"/>
        <w:ind w:left="656" w:right="1404" w:firstLine="710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-67"/>
        </w:rPr>
        <w:t xml:space="preserve"> </w:t>
      </w:r>
      <w:r>
        <w:t>принимаются</w:t>
      </w:r>
      <w:r>
        <w:rPr>
          <w:spacing w:val="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внимание:</w:t>
      </w:r>
    </w:p>
    <w:p w:rsidR="00B658E3" w:rsidRDefault="00B658E3">
      <w:pPr>
        <w:spacing w:line="362" w:lineRule="auto"/>
        <w:jc w:val="both"/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ListParagraph"/>
        <w:numPr>
          <w:ilvl w:val="0"/>
          <w:numId w:val="1"/>
        </w:numPr>
        <w:tabs>
          <w:tab w:val="left" w:pos="1382"/>
          <w:tab w:val="left" w:pos="3292"/>
          <w:tab w:val="left" w:pos="4344"/>
          <w:tab w:val="left" w:pos="4920"/>
          <w:tab w:val="left" w:pos="6773"/>
          <w:tab w:val="left" w:pos="9449"/>
        </w:tabs>
        <w:spacing w:before="72" w:line="343" w:lineRule="auto"/>
        <w:ind w:right="1401" w:firstLine="427"/>
        <w:rPr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</w:r>
      <w:r>
        <w:rPr>
          <w:spacing w:val="-5"/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осознанности 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19"/>
        <w:ind w:left="1377" w:hanging="293"/>
        <w:rPr>
          <w:sz w:val="28"/>
        </w:rPr>
      </w:pPr>
      <w:r>
        <w:rPr>
          <w:sz w:val="28"/>
        </w:rPr>
        <w:t>полнота ответа;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ind w:left="1377" w:hanging="293"/>
        <w:rPr>
          <w:sz w:val="28"/>
        </w:rPr>
      </w:pPr>
      <w:r>
        <w:rPr>
          <w:sz w:val="28"/>
        </w:rPr>
        <w:t>умение практически применять свои знания;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ind w:left="1377" w:hanging="293"/>
        <w:rPr>
          <w:sz w:val="28"/>
        </w:rPr>
      </w:pPr>
      <w:r>
        <w:rPr>
          <w:sz w:val="28"/>
        </w:rPr>
        <w:t>последовательность изложения и речевое оформление ответа.</w:t>
      </w:r>
    </w:p>
    <w:p w:rsidR="00B658E3" w:rsidRDefault="00B658E3">
      <w:pPr>
        <w:pStyle w:val="BodyText"/>
        <w:spacing w:before="153" w:line="362" w:lineRule="auto"/>
        <w:ind w:left="656" w:right="1400" w:firstLine="710"/>
        <w:jc w:val="both"/>
      </w:pPr>
      <w:r>
        <w:t>Оценка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 необходимые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ошибки,</w:t>
      </w:r>
      <w:r>
        <w:rPr>
          <w:spacing w:val="2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исправляет.</w:t>
      </w:r>
    </w:p>
    <w:p w:rsidR="00B658E3" w:rsidRDefault="00B658E3">
      <w:pPr>
        <w:pStyle w:val="BodyText"/>
        <w:spacing w:line="360" w:lineRule="auto"/>
        <w:ind w:left="656" w:right="1400" w:firstLine="710"/>
        <w:jc w:val="both"/>
      </w:pPr>
      <w:r>
        <w:t>Оценка</w:t>
      </w:r>
      <w:r>
        <w:rPr>
          <w:spacing w:val="1"/>
        </w:rPr>
        <w:t xml:space="preserve"> </w:t>
      </w:r>
      <w:r>
        <w:t>«4</w:t>
      </w:r>
      <w:r>
        <w:rPr>
          <w:b/>
        </w:rPr>
        <w:t>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 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B658E3" w:rsidRDefault="00B658E3">
      <w:pPr>
        <w:pStyle w:val="BodyText"/>
        <w:spacing w:line="360" w:lineRule="auto"/>
        <w:ind w:left="656" w:right="1406" w:firstLine="427"/>
        <w:jc w:val="both"/>
      </w:pPr>
      <w:r>
        <w:t>Оценка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1"/>
        </w:rPr>
        <w:t xml:space="preserve"> </w:t>
      </w:r>
      <w:r>
        <w:t>с помощью</w:t>
      </w:r>
      <w:r>
        <w:rPr>
          <w:spacing w:val="2"/>
        </w:rPr>
        <w:t xml:space="preserve"> </w:t>
      </w:r>
      <w:r>
        <w:t>учителя;</w:t>
      </w:r>
      <w:r>
        <w:rPr>
          <w:spacing w:val="-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1"/>
        </w:rPr>
        <w:t xml:space="preserve"> </w:t>
      </w:r>
      <w:r>
        <w:t>помощи</w:t>
      </w:r>
      <w:r>
        <w:rPr>
          <w:spacing w:val="4"/>
        </w:rPr>
        <w:t xml:space="preserve"> </w:t>
      </w:r>
      <w:r>
        <w:t>учителя.</w:t>
      </w:r>
    </w:p>
    <w:p w:rsidR="00B658E3" w:rsidRDefault="00B658E3">
      <w:pPr>
        <w:pStyle w:val="BodyText"/>
        <w:ind w:left="1367"/>
      </w:pPr>
      <w:r>
        <w:t>Примерный объем письменных текстов: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82"/>
        </w:tabs>
        <w:spacing w:before="160" w:line="343" w:lineRule="auto"/>
        <w:ind w:right="2042" w:firstLine="427"/>
        <w:rPr>
          <w:sz w:val="28"/>
        </w:rPr>
      </w:pPr>
      <w:r>
        <w:rPr>
          <w:w w:val="95"/>
          <w:sz w:val="28"/>
        </w:rPr>
        <w:t>в контрольных работах–25-30слов(контрольные диктанты должны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 2—3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 на</w:t>
      </w:r>
      <w:r>
        <w:rPr>
          <w:spacing w:val="2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правило);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19"/>
        <w:ind w:left="1377" w:hanging="293"/>
        <w:rPr>
          <w:sz w:val="28"/>
        </w:rPr>
      </w:pPr>
      <w:r>
        <w:rPr>
          <w:sz w:val="28"/>
        </w:rPr>
        <w:t>в словарном диктанте–8-10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слов.</w:t>
      </w:r>
    </w:p>
    <w:p w:rsidR="00B658E3" w:rsidRDefault="00B658E3">
      <w:pPr>
        <w:pStyle w:val="BodyText"/>
        <w:tabs>
          <w:tab w:val="left" w:pos="2289"/>
          <w:tab w:val="left" w:pos="3550"/>
          <w:tab w:val="left" w:pos="6135"/>
          <w:tab w:val="left" w:pos="7482"/>
        </w:tabs>
        <w:spacing w:before="161" w:line="362" w:lineRule="auto"/>
        <w:ind w:left="656" w:right="1401" w:firstLine="710"/>
      </w:pPr>
      <w:r>
        <w:t>При</w:t>
      </w:r>
      <w:r>
        <w:tab/>
      </w:r>
      <w:r>
        <w:rPr>
          <w:u w:val="single"/>
        </w:rPr>
        <w:t>оценке</w:t>
      </w:r>
      <w:r>
        <w:rPr>
          <w:u w:val="single"/>
        </w:rPr>
        <w:tab/>
        <w:t>письменных работ</w:t>
      </w:r>
      <w:r>
        <w:tab/>
        <w:t>следует</w:t>
      </w:r>
      <w:r>
        <w:tab/>
      </w:r>
      <w:r>
        <w:rPr>
          <w:spacing w:val="-1"/>
        </w:rPr>
        <w:t>руководствоваться</w:t>
      </w:r>
      <w:r>
        <w:rPr>
          <w:spacing w:val="-67"/>
        </w:rPr>
        <w:t xml:space="preserve"> </w:t>
      </w:r>
      <w:r>
        <w:t>следующими нормами: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0" w:line="339" w:lineRule="exact"/>
        <w:ind w:left="1377" w:hanging="293"/>
        <w:rPr>
          <w:sz w:val="28"/>
        </w:rPr>
      </w:pPr>
      <w:r>
        <w:rPr>
          <w:sz w:val="28"/>
        </w:rPr>
        <w:t>оценка«5» ставится за работу без ошибок;</w:t>
      </w: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157"/>
        <w:ind w:left="1377" w:hanging="293"/>
        <w:rPr>
          <w:sz w:val="28"/>
        </w:rPr>
      </w:pPr>
      <w:r>
        <w:rPr>
          <w:sz w:val="28"/>
        </w:rPr>
        <w:t>оценка «4» ставится за работу с1-2 ошибками;</w:t>
      </w:r>
    </w:p>
    <w:p w:rsidR="00B658E3" w:rsidRDefault="00B658E3">
      <w:pPr>
        <w:rPr>
          <w:sz w:val="28"/>
        </w:rPr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ListParagraph"/>
        <w:numPr>
          <w:ilvl w:val="0"/>
          <w:numId w:val="1"/>
        </w:numPr>
        <w:tabs>
          <w:tab w:val="left" w:pos="1377"/>
        </w:tabs>
        <w:spacing w:before="72"/>
        <w:ind w:left="1377" w:hanging="293"/>
        <w:jc w:val="both"/>
        <w:rPr>
          <w:sz w:val="28"/>
        </w:rPr>
      </w:pPr>
      <w:r>
        <w:rPr>
          <w:sz w:val="28"/>
        </w:rPr>
        <w:t>оценка «3» ставится за работу с 3-5ошибками.</w:t>
      </w:r>
    </w:p>
    <w:p w:rsidR="00B658E3" w:rsidRDefault="00B658E3">
      <w:pPr>
        <w:pStyle w:val="BodyText"/>
        <w:spacing w:before="157" w:line="360" w:lineRule="auto"/>
        <w:ind w:left="656" w:right="1391" w:firstLine="710"/>
        <w:jc w:val="both"/>
      </w:pPr>
      <w:r>
        <w:t>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исправления или одна пунктуационная ошибка. Наличие трех исправлений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двух пунктуационных ошибок на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учитываются.</w:t>
      </w:r>
    </w:p>
    <w:p w:rsidR="00B658E3" w:rsidRDefault="00B658E3">
      <w:pPr>
        <w:pStyle w:val="BodyText"/>
        <w:spacing w:before="6"/>
        <w:ind w:left="1367"/>
        <w:jc w:val="both"/>
      </w:pPr>
      <w:r>
        <w:t>За одну ошибку в диктанте</w:t>
      </w:r>
      <w:r>
        <w:rPr>
          <w:spacing w:val="-12"/>
        </w:rPr>
        <w:t xml:space="preserve"> </w:t>
      </w:r>
      <w:r>
        <w:t>считается:</w:t>
      </w:r>
    </w:p>
    <w:p w:rsidR="00B658E3" w:rsidRDefault="00B658E3">
      <w:pPr>
        <w:pStyle w:val="BodyText"/>
        <w:spacing w:before="158" w:line="360" w:lineRule="auto"/>
        <w:ind w:left="656" w:right="1405" w:firstLine="710"/>
        <w:jc w:val="both"/>
      </w:pPr>
      <w:r>
        <w:t>а) повторение ошибок в одном и том же слове (например, в «лыжи»</w:t>
      </w:r>
      <w:r>
        <w:rPr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другом</w:t>
      </w:r>
      <w:r>
        <w:rPr>
          <w:spacing w:val="2"/>
        </w:rPr>
        <w:t xml:space="preserve"> </w:t>
      </w:r>
      <w:r>
        <w:t>слове,</w:t>
      </w:r>
      <w:r>
        <w:rPr>
          <w:spacing w:val="3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учитывается;</w:t>
      </w:r>
    </w:p>
    <w:p w:rsidR="00B658E3" w:rsidRDefault="00B658E3">
      <w:pPr>
        <w:pStyle w:val="BodyText"/>
        <w:spacing w:before="1" w:line="360" w:lineRule="auto"/>
        <w:ind w:left="656" w:right="1408" w:firstLine="710"/>
      </w:pPr>
      <w:r>
        <w:t>б)две не грубые ошибки: повторение в слове одной и той же буквы; не</w:t>
      </w:r>
      <w:r>
        <w:rPr>
          <w:spacing w:val="1"/>
        </w:rPr>
        <w:t xml:space="preserve"> </w:t>
      </w:r>
      <w:r>
        <w:t>дописывание</w:t>
      </w:r>
      <w:r>
        <w:rPr>
          <w:spacing w:val="53"/>
        </w:rPr>
        <w:t xml:space="preserve"> </w:t>
      </w:r>
      <w:r>
        <w:t>слов;</w:t>
      </w:r>
      <w:r>
        <w:rPr>
          <w:spacing w:val="53"/>
        </w:rPr>
        <w:t xml:space="preserve"> </w:t>
      </w:r>
      <w:r>
        <w:t>пропуск</w:t>
      </w:r>
      <w:r>
        <w:rPr>
          <w:spacing w:val="53"/>
        </w:rPr>
        <w:t xml:space="preserve"> </w:t>
      </w:r>
      <w:r>
        <w:t>одной</w:t>
      </w:r>
      <w:r>
        <w:rPr>
          <w:spacing w:val="53"/>
        </w:rPr>
        <w:t xml:space="preserve"> </w:t>
      </w:r>
      <w:r>
        <w:t>части</w:t>
      </w:r>
      <w:r>
        <w:rPr>
          <w:spacing w:val="54"/>
        </w:rPr>
        <w:t xml:space="preserve"> </w:t>
      </w:r>
      <w:r>
        <w:t>слова</w:t>
      </w:r>
      <w:r>
        <w:rPr>
          <w:spacing w:val="54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переносе;</w:t>
      </w:r>
      <w:r>
        <w:rPr>
          <w:spacing w:val="53"/>
        </w:rPr>
        <w:t xml:space="preserve"> </w:t>
      </w:r>
      <w:r>
        <w:t>повторное</w:t>
      </w:r>
      <w:r>
        <w:rPr>
          <w:spacing w:val="-67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одного и того же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B658E3" w:rsidRDefault="00B658E3">
      <w:pPr>
        <w:pStyle w:val="BodyText"/>
        <w:tabs>
          <w:tab w:val="left" w:pos="1409"/>
          <w:tab w:val="left" w:pos="1840"/>
          <w:tab w:val="left" w:pos="3204"/>
          <w:tab w:val="left" w:pos="3844"/>
          <w:tab w:val="left" w:pos="4316"/>
          <w:tab w:val="left" w:pos="4978"/>
          <w:tab w:val="left" w:pos="5959"/>
          <w:tab w:val="left" w:pos="6644"/>
          <w:tab w:val="left" w:pos="6695"/>
          <w:tab w:val="left" w:pos="7906"/>
          <w:tab w:val="left" w:pos="8794"/>
        </w:tabs>
        <w:spacing w:before="1" w:line="360" w:lineRule="auto"/>
        <w:ind w:left="656" w:right="1397" w:firstLine="710"/>
      </w:pPr>
      <w:r>
        <w:t>Ошибки,</w:t>
      </w:r>
      <w:r>
        <w:rPr>
          <w:spacing w:val="17"/>
        </w:rPr>
        <w:t xml:space="preserve"> </w:t>
      </w:r>
      <w:r>
        <w:t>обусловленные</w:t>
      </w:r>
      <w:r>
        <w:rPr>
          <w:spacing w:val="16"/>
        </w:rPr>
        <w:t xml:space="preserve"> </w:t>
      </w:r>
      <w:r>
        <w:t>тяжелыми</w:t>
      </w:r>
      <w:r>
        <w:rPr>
          <w:spacing w:val="15"/>
        </w:rPr>
        <w:t xml:space="preserve"> </w:t>
      </w:r>
      <w:r>
        <w:t>нарушениями</w:t>
      </w:r>
      <w:r>
        <w:rPr>
          <w:spacing w:val="15"/>
        </w:rPr>
        <w:t xml:space="preserve"> </w:t>
      </w:r>
      <w:r>
        <w:t>речи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письма,</w:t>
      </w:r>
      <w:r>
        <w:rPr>
          <w:spacing w:val="-67"/>
        </w:rPr>
        <w:t xml:space="preserve"> </w:t>
      </w:r>
      <w:r>
        <w:t>следует</w:t>
      </w:r>
      <w:r>
        <w:tab/>
        <w:t>рассматривать</w:t>
      </w:r>
      <w:r>
        <w:tab/>
        <w:t>индивидуально</w:t>
      </w:r>
      <w:r>
        <w:tab/>
        <w:t>для</w:t>
      </w:r>
      <w:r>
        <w:tab/>
        <w:t>каждого</w:t>
      </w:r>
      <w:r>
        <w:tab/>
        <w:t>обучающегося.</w:t>
      </w:r>
      <w:r>
        <w:rPr>
          <w:spacing w:val="-67"/>
        </w:rPr>
        <w:t xml:space="preserve"> </w:t>
      </w:r>
      <w:r>
        <w:t>Специфическими для них ошибками являются замена согласных, искажение</w:t>
      </w:r>
      <w:r>
        <w:rPr>
          <w:spacing w:val="1"/>
        </w:rPr>
        <w:t xml:space="preserve"> </w:t>
      </w:r>
      <w:r>
        <w:t>звукобуквенного</w:t>
      </w:r>
      <w:r>
        <w:rPr>
          <w:spacing w:val="6"/>
        </w:rPr>
        <w:t xml:space="preserve"> </w:t>
      </w:r>
      <w:r>
        <w:t>состава</w:t>
      </w:r>
      <w:r>
        <w:rPr>
          <w:spacing w:val="7"/>
        </w:rPr>
        <w:t xml:space="preserve"> </w:t>
      </w:r>
      <w:r>
        <w:t>слов</w:t>
      </w:r>
      <w:r>
        <w:rPr>
          <w:spacing w:val="4"/>
        </w:rPr>
        <w:t xml:space="preserve"> </w:t>
      </w:r>
      <w:r>
        <w:t>(пропуски,</w:t>
      </w:r>
      <w:r>
        <w:rPr>
          <w:spacing w:val="8"/>
        </w:rPr>
        <w:t xml:space="preserve"> </w:t>
      </w:r>
      <w:r>
        <w:t>перестановки,</w:t>
      </w:r>
      <w:r>
        <w:rPr>
          <w:spacing w:val="8"/>
        </w:rPr>
        <w:t xml:space="preserve"> </w:t>
      </w:r>
      <w:r>
        <w:t>добавления,</w:t>
      </w:r>
      <w:r>
        <w:rPr>
          <w:spacing w:val="8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дописывание</w:t>
      </w:r>
      <w:r>
        <w:rPr>
          <w:spacing w:val="46"/>
        </w:rPr>
        <w:t xml:space="preserve"> </w:t>
      </w:r>
      <w:r>
        <w:t>букв,</w:t>
      </w:r>
      <w:r>
        <w:rPr>
          <w:spacing w:val="49"/>
        </w:rPr>
        <w:t xml:space="preserve"> </w:t>
      </w:r>
      <w:r>
        <w:t>замена</w:t>
      </w:r>
      <w:r>
        <w:rPr>
          <w:spacing w:val="48"/>
        </w:rPr>
        <w:t xml:space="preserve"> </w:t>
      </w:r>
      <w:r>
        <w:t>гласных,</w:t>
      </w:r>
      <w:r>
        <w:rPr>
          <w:spacing w:val="48"/>
        </w:rPr>
        <w:t xml:space="preserve"> </w:t>
      </w:r>
      <w:r>
        <w:t>грубое</w:t>
      </w:r>
      <w:r>
        <w:rPr>
          <w:spacing w:val="48"/>
        </w:rPr>
        <w:t xml:space="preserve"> </w:t>
      </w:r>
      <w:r>
        <w:t>искажение</w:t>
      </w:r>
      <w:r>
        <w:rPr>
          <w:spacing w:val="47"/>
        </w:rPr>
        <w:t xml:space="preserve"> </w:t>
      </w:r>
      <w:r>
        <w:t>структуры</w:t>
      </w:r>
      <w:r>
        <w:rPr>
          <w:spacing w:val="47"/>
        </w:rPr>
        <w:t xml:space="preserve"> </w:t>
      </w:r>
      <w:r>
        <w:t>слова).</w:t>
      </w:r>
      <w:r>
        <w:rPr>
          <w:spacing w:val="-67"/>
        </w:rPr>
        <w:t xml:space="preserve">    </w:t>
      </w:r>
      <w:r>
        <w:t>При</w:t>
      </w:r>
      <w:r>
        <w:tab/>
        <w:t>выставлении</w:t>
      </w:r>
      <w:r>
        <w:tab/>
        <w:t>оценки</w:t>
      </w:r>
      <w:r>
        <w:tab/>
        <w:t>две</w:t>
      </w:r>
      <w:r>
        <w:tab/>
        <w:t>однотипные</w:t>
      </w:r>
      <w:r>
        <w:tab/>
      </w:r>
      <w:r>
        <w:tab/>
        <w:t>специфические</w:t>
      </w:r>
      <w:r>
        <w:tab/>
      </w:r>
      <w:r>
        <w:rPr>
          <w:spacing w:val="-1"/>
        </w:rPr>
        <w:t>ошибки</w:t>
      </w:r>
      <w:r>
        <w:rPr>
          <w:spacing w:val="-67"/>
        </w:rPr>
        <w:t xml:space="preserve"> </w:t>
      </w:r>
      <w:r>
        <w:t>приравниваются</w:t>
      </w:r>
      <w:r>
        <w:rPr>
          <w:spacing w:val="2"/>
        </w:rPr>
        <w:t xml:space="preserve"> </w:t>
      </w:r>
      <w:r>
        <w:t>к одной орфографической ошибке.</w:t>
      </w:r>
    </w:p>
    <w:p w:rsidR="00B658E3" w:rsidRDefault="00B658E3">
      <w:pPr>
        <w:pStyle w:val="BodyText"/>
        <w:spacing w:line="362" w:lineRule="auto"/>
        <w:ind w:left="656" w:right="1408" w:firstLine="710"/>
      </w:pPr>
      <w:r>
        <w:t>При</w:t>
      </w:r>
      <w:r>
        <w:rPr>
          <w:spacing w:val="36"/>
        </w:rPr>
        <w:t xml:space="preserve"> </w:t>
      </w:r>
      <w:r>
        <w:rPr>
          <w:u w:val="single"/>
        </w:rPr>
        <w:t>оценке</w:t>
      </w:r>
      <w:r>
        <w:rPr>
          <w:spacing w:val="37"/>
          <w:u w:val="single"/>
        </w:rPr>
        <w:t xml:space="preserve"> </w:t>
      </w:r>
      <w:r>
        <w:rPr>
          <w:u w:val="single"/>
        </w:rPr>
        <w:t>грамматического</w:t>
      </w:r>
      <w:r>
        <w:rPr>
          <w:spacing w:val="36"/>
          <w:u w:val="single"/>
        </w:rPr>
        <w:t xml:space="preserve"> </w:t>
      </w:r>
      <w:r>
        <w:rPr>
          <w:u w:val="single"/>
        </w:rPr>
        <w:t>разбора</w:t>
      </w:r>
      <w:r>
        <w:rPr>
          <w:spacing w:val="45"/>
        </w:rPr>
        <w:t xml:space="preserve"> </w:t>
      </w:r>
      <w:r>
        <w:t>следует</w:t>
      </w:r>
      <w:r>
        <w:rPr>
          <w:spacing w:val="35"/>
        </w:rPr>
        <w:t xml:space="preserve"> </w:t>
      </w:r>
      <w:r>
        <w:t>руководствоваться</w:t>
      </w:r>
      <w:r>
        <w:rPr>
          <w:spacing w:val="-67"/>
        </w:rPr>
        <w:t xml:space="preserve"> </w:t>
      </w:r>
      <w:r>
        <w:t>следующими нормами:</w:t>
      </w:r>
    </w:p>
    <w:p w:rsidR="00B658E3" w:rsidRDefault="00B658E3">
      <w:pPr>
        <w:pStyle w:val="BodyText"/>
        <w:spacing w:line="360" w:lineRule="auto"/>
        <w:ind w:left="656" w:right="1397" w:firstLine="710"/>
        <w:jc w:val="both"/>
      </w:pPr>
      <w:r>
        <w:t>Оценка «5» ставится, если обучающийся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без ошибок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исправления.</w:t>
      </w:r>
    </w:p>
    <w:p w:rsidR="00B658E3" w:rsidRDefault="00B658E3">
      <w:pPr>
        <w:pStyle w:val="BodyText"/>
        <w:spacing w:line="360" w:lineRule="auto"/>
        <w:ind w:left="656" w:right="1404" w:firstLine="710"/>
        <w:jc w:val="both"/>
      </w:pPr>
      <w:r>
        <w:t>Оценка «4» ставится, если обучающийся в основном 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ошибки.</w:t>
      </w:r>
    </w:p>
    <w:p w:rsidR="00B658E3" w:rsidRDefault="00B658E3">
      <w:pPr>
        <w:spacing w:line="360" w:lineRule="auto"/>
        <w:jc w:val="both"/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BodyText"/>
        <w:spacing w:before="68" w:line="360" w:lineRule="auto"/>
        <w:ind w:left="656" w:right="1393" w:firstLine="710"/>
        <w:jc w:val="both"/>
      </w:pPr>
      <w:r>
        <w:t>Оценка«3»ставится, если обучающийся обнаруживает недостаточное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знаний, допускает</w:t>
      </w:r>
      <w:r>
        <w:rPr>
          <w:spacing w:val="-3"/>
        </w:rPr>
        <w:t xml:space="preserve"> </w:t>
      </w:r>
      <w:r>
        <w:t>4-5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справляется с</w:t>
      </w:r>
      <w:r>
        <w:rPr>
          <w:spacing w:val="-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из заданий.</w:t>
      </w:r>
    </w:p>
    <w:p w:rsidR="00B658E3" w:rsidRDefault="00B658E3">
      <w:pPr>
        <w:pStyle w:val="BodyText"/>
        <w:spacing w:before="2"/>
        <w:ind w:left="1367"/>
        <w:jc w:val="both"/>
      </w:pPr>
      <w:r>
        <w:t>Оценка«2»-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ставится.</w:t>
      </w:r>
    </w:p>
    <w:p w:rsidR="00B658E3" w:rsidRDefault="00B658E3">
      <w:pPr>
        <w:jc w:val="both"/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Heading11"/>
        <w:numPr>
          <w:ilvl w:val="1"/>
          <w:numId w:val="3"/>
        </w:numPr>
        <w:tabs>
          <w:tab w:val="left" w:pos="3668"/>
        </w:tabs>
        <w:spacing w:before="73"/>
        <w:ind w:hanging="654"/>
        <w:jc w:val="left"/>
      </w:pPr>
      <w:bookmarkStart w:id="8" w:name="II._СОДЕРЖАНИЕОБУЧЕНИЯ"/>
      <w:bookmarkStart w:id="9" w:name="_bookmark1"/>
      <w:bookmarkEnd w:id="8"/>
      <w:bookmarkEnd w:id="9"/>
      <w:r>
        <w:t>СОДЕРЖАНИЕОБУЧЕНИЯ</w:t>
      </w:r>
    </w:p>
    <w:p w:rsidR="00B658E3" w:rsidRDefault="00B658E3">
      <w:pPr>
        <w:pStyle w:val="BodyText"/>
        <w:rPr>
          <w:b/>
          <w:sz w:val="25"/>
        </w:rPr>
      </w:pPr>
    </w:p>
    <w:p w:rsidR="00B658E3" w:rsidRDefault="00B658E3">
      <w:pPr>
        <w:pStyle w:val="BodyText"/>
        <w:spacing w:line="360" w:lineRule="auto"/>
        <w:ind w:left="656" w:right="1387" w:firstLine="710"/>
        <w:jc w:val="both"/>
      </w:pPr>
      <w:r>
        <w:t>Русский (родной) язык как учебный предмет является ведущим,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обучения. Практическая и коррекционная направленность обучения языку</w:t>
      </w:r>
      <w:r>
        <w:rPr>
          <w:spacing w:val="1"/>
        </w:rPr>
        <w:t xml:space="preserve"> </w:t>
      </w:r>
      <w:r>
        <w:t>обусловливает его специфику. Все знания обучающихся получаемые ими в</w:t>
      </w:r>
      <w:r>
        <w:rPr>
          <w:spacing w:val="-67"/>
        </w:rPr>
        <w:t xml:space="preserve"> </w:t>
      </w:r>
      <w:r>
        <w:t>основном при выполнении упражнений, являются практически значимыми</w:t>
      </w:r>
      <w:r>
        <w:rPr>
          <w:spacing w:val="1"/>
        </w:rPr>
        <w:t xml:space="preserve"> </w:t>
      </w:r>
      <w:r>
        <w:t>для их социальной адаптации и реабилитации. Необходимость коррекции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обусловлена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ими русской (родной)</w:t>
      </w:r>
      <w:r>
        <w:rPr>
          <w:spacing w:val="1"/>
        </w:rPr>
        <w:t xml:space="preserve"> </w:t>
      </w:r>
      <w:r>
        <w:t>фонетикой, графикой и орфографией, своеобразием их общего и 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2"/>
        </w:rPr>
        <w:t xml:space="preserve"> </w:t>
      </w:r>
      <w:r>
        <w:t>имеющихся</w:t>
      </w:r>
      <w:r>
        <w:rPr>
          <w:spacing w:val="2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функций.</w:t>
      </w:r>
    </w:p>
    <w:p w:rsidR="00B658E3" w:rsidRDefault="00B658E3">
      <w:pPr>
        <w:pStyle w:val="BodyText"/>
        <w:spacing w:before="1" w:line="357" w:lineRule="auto"/>
        <w:ind w:left="656" w:right="1407" w:firstLine="710"/>
        <w:jc w:val="both"/>
      </w:pPr>
      <w:r>
        <w:t>Главным принципом, организующим все программы по 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русского языка,</w:t>
      </w:r>
      <w:r>
        <w:rPr>
          <w:spacing w:val="2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обучающихся.</w:t>
      </w:r>
    </w:p>
    <w:p w:rsidR="00B658E3" w:rsidRDefault="00B658E3">
      <w:pPr>
        <w:pStyle w:val="BodyText"/>
        <w:spacing w:before="6" w:line="360" w:lineRule="auto"/>
        <w:ind w:left="656" w:right="1393" w:firstLine="778"/>
        <w:jc w:val="both"/>
      </w:pPr>
      <w:r>
        <w:rPr>
          <w:i/>
        </w:rPr>
        <w:t>Звуки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буквы.</w:t>
      </w:r>
      <w:r>
        <w:rPr>
          <w:i/>
          <w:spacing w:val="1"/>
        </w:rPr>
        <w:t xml:space="preserve"> </w:t>
      </w:r>
      <w:r>
        <w:t>Фонетико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фонематические</w:t>
      </w:r>
      <w:r>
        <w:rPr>
          <w:spacing w:val="71"/>
        </w:rPr>
        <w:t xml:space="preserve"> </w:t>
      </w:r>
      <w:r>
        <w:t>нарушения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затрудняют овладение ими грамматикой и правописанием.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серьезное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звукобуквенному</w:t>
      </w:r>
      <w:r>
        <w:rPr>
          <w:spacing w:val="1"/>
        </w:rPr>
        <w:t xml:space="preserve"> </w:t>
      </w:r>
      <w:r>
        <w:t>анализу.</w:t>
      </w:r>
      <w:r>
        <w:rPr>
          <w:spacing w:val="1"/>
        </w:rPr>
        <w:t xml:space="preserve"> </w:t>
      </w:r>
      <w:r>
        <w:t>Звукобуквенный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формирования фонетически правильного письма и письма по правилам.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произношением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является не фонетическим, а фонематическим, т. е. передающим основные</w:t>
      </w:r>
      <w:r>
        <w:rPr>
          <w:spacing w:val="1"/>
        </w:rPr>
        <w:t xml:space="preserve"> </w:t>
      </w:r>
      <w:r>
        <w:t>звуки,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варианты.</w:t>
      </w:r>
    </w:p>
    <w:p w:rsidR="00B658E3" w:rsidRDefault="00B658E3">
      <w:pPr>
        <w:pStyle w:val="BodyText"/>
        <w:spacing w:line="362" w:lineRule="auto"/>
        <w:ind w:left="656" w:right="1405" w:firstLine="710"/>
        <w:jc w:val="both"/>
      </w:pPr>
      <w:r>
        <w:rPr>
          <w:i/>
        </w:rPr>
        <w:t>Слово.</w:t>
      </w:r>
      <w:r>
        <w:rPr>
          <w:i/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практических грамматических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 3</w:t>
      </w:r>
      <w:r>
        <w:rPr>
          <w:spacing w:val="1"/>
        </w:rPr>
        <w:t xml:space="preserve"> </w:t>
      </w:r>
      <w:r>
        <w:t>классе изучаются различные разряды слов названия предметов, действий,</w:t>
      </w:r>
      <w:r>
        <w:rPr>
          <w:spacing w:val="1"/>
        </w:rPr>
        <w:t xml:space="preserve"> </w:t>
      </w:r>
      <w:r>
        <w:t>признаков.</w:t>
      </w:r>
    </w:p>
    <w:p w:rsidR="00B658E3" w:rsidRDefault="00B658E3">
      <w:pPr>
        <w:pStyle w:val="BodyText"/>
        <w:spacing w:line="360" w:lineRule="auto"/>
        <w:ind w:left="656" w:right="1384" w:firstLine="710"/>
        <w:jc w:val="both"/>
      </w:pPr>
      <w:r>
        <w:rPr>
          <w:i/>
        </w:rPr>
        <w:t xml:space="preserve">Предложение. </w:t>
      </w:r>
      <w:r>
        <w:t>Понятие о предложении обучающиеся получают 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предложения,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словам</w:t>
      </w:r>
      <w:r>
        <w:rPr>
          <w:spacing w:val="64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составления</w:t>
      </w:r>
      <w:r>
        <w:rPr>
          <w:spacing w:val="63"/>
        </w:rPr>
        <w:t xml:space="preserve"> </w:t>
      </w:r>
      <w:r>
        <w:t>предложения</w:t>
      </w:r>
      <w:r>
        <w:rPr>
          <w:spacing w:val="64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слов.</w:t>
      </w:r>
      <w:r>
        <w:rPr>
          <w:spacing w:val="66"/>
        </w:rPr>
        <w:t xml:space="preserve"> </w:t>
      </w:r>
      <w:r>
        <w:t>Упражняясь</w:t>
      </w:r>
      <w:r>
        <w:rPr>
          <w:spacing w:val="60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составлении</w:t>
      </w:r>
    </w:p>
    <w:p w:rsidR="00B658E3" w:rsidRDefault="00B658E3">
      <w:pPr>
        <w:pStyle w:val="BodyText"/>
        <w:spacing w:line="318" w:lineRule="exact"/>
        <w:ind w:left="656"/>
        <w:jc w:val="both"/>
      </w:pPr>
      <w:r>
        <w:t>предложений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предложенную</w:t>
      </w:r>
      <w:r>
        <w:rPr>
          <w:spacing w:val="-4"/>
        </w:rPr>
        <w:t xml:space="preserve"> </w:t>
      </w:r>
      <w:r>
        <w:t>тему,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картинке,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опорным</w:t>
      </w:r>
      <w:r>
        <w:rPr>
          <w:spacing w:val="-3"/>
        </w:rPr>
        <w:t xml:space="preserve"> </w:t>
      </w:r>
      <w:r>
        <w:t>словам,</w:t>
      </w:r>
    </w:p>
    <w:p w:rsidR="00B658E3" w:rsidRDefault="00B658E3">
      <w:pPr>
        <w:spacing w:line="318" w:lineRule="exact"/>
        <w:jc w:val="both"/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BodyText"/>
        <w:spacing w:before="68" w:line="360" w:lineRule="auto"/>
        <w:ind w:left="656" w:right="1398"/>
        <w:jc w:val="both"/>
      </w:pPr>
      <w:r>
        <w:t>распространяя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смыслу,</w:t>
      </w:r>
      <w:r>
        <w:rPr>
          <w:spacing w:val="1"/>
        </w:rPr>
        <w:t xml:space="preserve"> </w:t>
      </w:r>
      <w:r>
        <w:t>восстанавливая</w:t>
      </w:r>
      <w:r>
        <w:rPr>
          <w:spacing w:val="1"/>
        </w:rPr>
        <w:t xml:space="preserve"> </w:t>
      </w:r>
      <w:r>
        <w:t>нарушенный порядок слов в предложении, обучающиеся должны осознать,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законченном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расположены в определенном порядке и связаны между собой. Эту связь</w:t>
      </w:r>
      <w:r>
        <w:rPr>
          <w:spacing w:val="1"/>
        </w:rPr>
        <w:t xml:space="preserve"> </w:t>
      </w:r>
      <w:r>
        <w:t>можно установить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вопросов.</w:t>
      </w:r>
    </w:p>
    <w:p w:rsidR="00B658E3" w:rsidRDefault="00B658E3">
      <w:pPr>
        <w:pStyle w:val="BodyText"/>
        <w:spacing w:line="362" w:lineRule="auto"/>
        <w:ind w:left="656" w:right="1389" w:firstLine="710"/>
        <w:jc w:val="both"/>
      </w:pPr>
      <w:r>
        <w:t>В3классешкольникиучатсясоставлятьиразличать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интонации и овладевают пунктуационными навыками постановки точки,</w:t>
      </w:r>
      <w:r>
        <w:rPr>
          <w:spacing w:val="1"/>
        </w:rPr>
        <w:t xml:space="preserve"> </w:t>
      </w:r>
      <w:r>
        <w:t>вопросительного и восклицательного</w:t>
      </w:r>
      <w:r>
        <w:rPr>
          <w:spacing w:val="1"/>
        </w:rPr>
        <w:t xml:space="preserve"> </w:t>
      </w:r>
      <w:r>
        <w:t>знаков.</w:t>
      </w:r>
    </w:p>
    <w:p w:rsidR="00B658E3" w:rsidRDefault="00B658E3">
      <w:pPr>
        <w:pStyle w:val="BodyText"/>
        <w:spacing w:line="360" w:lineRule="auto"/>
        <w:ind w:left="656" w:right="1389" w:firstLine="778"/>
        <w:jc w:val="both"/>
      </w:pPr>
      <w:r>
        <w:rPr>
          <w:i/>
        </w:rPr>
        <w:t xml:space="preserve">Связная речь. </w:t>
      </w:r>
      <w:r>
        <w:t>В 3 классе особое внимание уделяется 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ограниченны. Работа по развитию фонематического слуха и правильного</w:t>
      </w:r>
      <w:r>
        <w:rPr>
          <w:spacing w:val="1"/>
        </w:rPr>
        <w:t xml:space="preserve"> </w:t>
      </w:r>
      <w:r>
        <w:t>произношения, обогащению и уточнению словаря, обучению построению</w:t>
      </w:r>
      <w:r>
        <w:rPr>
          <w:spacing w:val="1"/>
        </w:rPr>
        <w:t xml:space="preserve"> </w:t>
      </w:r>
      <w:r>
        <w:t>предложения создает предпосылки формирования умения высказываться в</w:t>
      </w:r>
      <w:r>
        <w:rPr>
          <w:spacing w:val="1"/>
        </w:rPr>
        <w:t xml:space="preserve"> </w:t>
      </w:r>
      <w:r>
        <w:t>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формах.</w:t>
      </w:r>
    </w:p>
    <w:p w:rsidR="00B658E3" w:rsidRDefault="00B658E3">
      <w:pPr>
        <w:pStyle w:val="BodyText"/>
        <w:spacing w:line="360" w:lineRule="auto"/>
        <w:ind w:left="656" w:right="1391" w:firstLine="710"/>
        <w:jc w:val="both"/>
      </w:pPr>
      <w:r>
        <w:rPr>
          <w:i/>
        </w:rPr>
        <w:t>Графические</w:t>
      </w:r>
      <w:r>
        <w:rPr>
          <w:i/>
          <w:spacing w:val="1"/>
        </w:rPr>
        <w:t xml:space="preserve"> </w:t>
      </w:r>
      <w:r>
        <w:rPr>
          <w:i/>
        </w:rPr>
        <w:t>навыки.</w:t>
      </w:r>
      <w:r>
        <w:rPr>
          <w:i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продолжают</w:t>
      </w:r>
      <w:r>
        <w:rPr>
          <w:spacing w:val="-67"/>
        </w:rPr>
        <w:t xml:space="preserve"> </w:t>
      </w:r>
      <w:r>
        <w:t>совершенствоваться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навыки:</w:t>
      </w:r>
      <w:r>
        <w:rPr>
          <w:spacing w:val="1"/>
        </w:rPr>
        <w:t xml:space="preserve"> </w:t>
      </w:r>
      <w:r>
        <w:t>закрепление</w:t>
      </w:r>
      <w:r>
        <w:rPr>
          <w:spacing w:val="71"/>
        </w:rPr>
        <w:t xml:space="preserve"> </w:t>
      </w:r>
      <w:r>
        <w:t>написания</w:t>
      </w:r>
      <w:r>
        <w:rPr>
          <w:spacing w:val="-67"/>
        </w:rPr>
        <w:t xml:space="preserve"> </w:t>
      </w:r>
      <w:r>
        <w:t>строчных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прописных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соединений.</w:t>
      </w:r>
    </w:p>
    <w:p w:rsidR="00B658E3" w:rsidRDefault="00B658E3">
      <w:pPr>
        <w:pStyle w:val="BodyText"/>
        <w:rPr>
          <w:sz w:val="30"/>
        </w:rPr>
      </w:pPr>
    </w:p>
    <w:p w:rsidR="00B658E3" w:rsidRDefault="00B658E3">
      <w:pPr>
        <w:pStyle w:val="BodyText"/>
        <w:rPr>
          <w:sz w:val="30"/>
        </w:rPr>
      </w:pPr>
    </w:p>
    <w:p w:rsidR="00B658E3" w:rsidRDefault="00B658E3">
      <w:pPr>
        <w:pStyle w:val="BodyText"/>
        <w:rPr>
          <w:sz w:val="30"/>
        </w:rPr>
      </w:pPr>
    </w:p>
    <w:p w:rsidR="00B658E3" w:rsidRDefault="00B658E3">
      <w:pPr>
        <w:pStyle w:val="BodyText"/>
        <w:rPr>
          <w:sz w:val="30"/>
        </w:rPr>
      </w:pPr>
    </w:p>
    <w:p w:rsidR="00B658E3" w:rsidRDefault="00B658E3">
      <w:pPr>
        <w:spacing w:before="236"/>
        <w:ind w:left="683" w:right="369"/>
        <w:jc w:val="center"/>
        <w:rPr>
          <w:b/>
          <w:sz w:val="28"/>
        </w:rPr>
      </w:pPr>
      <w:r>
        <w:rPr>
          <w:b/>
          <w:color w:val="333333"/>
          <w:sz w:val="28"/>
        </w:rPr>
        <w:t>Тематическое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планирование</w:t>
      </w:r>
    </w:p>
    <w:p w:rsidR="00B658E3" w:rsidRDefault="00B658E3">
      <w:pPr>
        <w:pStyle w:val="BodyText"/>
        <w:spacing w:before="4"/>
        <w:rPr>
          <w:b/>
          <w:sz w:val="14"/>
        </w:rPr>
      </w:pPr>
    </w:p>
    <w:tbl>
      <w:tblPr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5527"/>
        <w:gridCol w:w="1422"/>
        <w:gridCol w:w="1662"/>
      </w:tblGrid>
      <w:tr w:rsidR="00B658E3" w:rsidTr="00867F2F">
        <w:trPr>
          <w:trHeight w:val="825"/>
        </w:trPr>
        <w:tc>
          <w:tcPr>
            <w:tcW w:w="538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58"/>
              <w:rPr>
                <w:sz w:val="24"/>
              </w:rPr>
            </w:pPr>
            <w:r w:rsidRPr="00867F2F">
              <w:rPr>
                <w:sz w:val="24"/>
              </w:rPr>
              <w:t>№</w:t>
            </w:r>
          </w:p>
          <w:p w:rsidR="00B658E3" w:rsidRPr="00867F2F" w:rsidRDefault="00B658E3" w:rsidP="00867F2F">
            <w:pPr>
              <w:pStyle w:val="TableParagraph"/>
              <w:spacing w:before="132"/>
              <w:ind w:left="110"/>
              <w:rPr>
                <w:sz w:val="24"/>
              </w:rPr>
            </w:pPr>
            <w:r w:rsidRPr="00867F2F">
              <w:rPr>
                <w:sz w:val="24"/>
              </w:rPr>
              <w:t>п/п</w:t>
            </w:r>
          </w:p>
        </w:tc>
        <w:tc>
          <w:tcPr>
            <w:tcW w:w="5527" w:type="dxa"/>
          </w:tcPr>
          <w:p w:rsidR="00B658E3" w:rsidRPr="00867F2F" w:rsidRDefault="00B658E3" w:rsidP="00867F2F">
            <w:pPr>
              <w:pStyle w:val="TableParagraph"/>
              <w:spacing w:before="198"/>
              <w:ind w:left="1855" w:right="183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Название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раздела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89" w:right="8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Количество</w:t>
            </w:r>
          </w:p>
          <w:p w:rsidR="00B658E3" w:rsidRPr="00867F2F" w:rsidRDefault="00B658E3" w:rsidP="00867F2F">
            <w:pPr>
              <w:pStyle w:val="TableParagraph"/>
              <w:spacing w:before="132"/>
              <w:ind w:left="89" w:right="78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часов</w:t>
            </w:r>
          </w:p>
        </w:tc>
        <w:tc>
          <w:tcPr>
            <w:tcW w:w="166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30" w:right="103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Контрольные</w:t>
            </w:r>
          </w:p>
          <w:p w:rsidR="00B658E3" w:rsidRPr="00867F2F" w:rsidRDefault="00B658E3" w:rsidP="00867F2F">
            <w:pPr>
              <w:pStyle w:val="TableParagraph"/>
              <w:spacing w:before="132"/>
              <w:ind w:left="126" w:right="103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работы</w:t>
            </w:r>
          </w:p>
        </w:tc>
      </w:tr>
      <w:tr w:rsidR="00B658E3" w:rsidTr="00867F2F">
        <w:trPr>
          <w:trHeight w:val="417"/>
        </w:trPr>
        <w:tc>
          <w:tcPr>
            <w:tcW w:w="538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160"/>
              <w:jc w:val="right"/>
              <w:rPr>
                <w:sz w:val="24"/>
              </w:rPr>
            </w:pPr>
            <w:r w:rsidRPr="00867F2F">
              <w:rPr>
                <w:sz w:val="24"/>
              </w:rPr>
              <w:t>1.</w:t>
            </w:r>
          </w:p>
        </w:tc>
        <w:tc>
          <w:tcPr>
            <w:tcW w:w="5527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 w:rsidRPr="00867F2F">
              <w:rPr>
                <w:sz w:val="24"/>
              </w:rPr>
              <w:t>Повторение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89" w:right="80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11</w:t>
            </w:r>
          </w:p>
        </w:tc>
        <w:tc>
          <w:tcPr>
            <w:tcW w:w="166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</w:tr>
      <w:tr w:rsidR="00B658E3" w:rsidTr="00867F2F">
        <w:trPr>
          <w:trHeight w:val="412"/>
        </w:trPr>
        <w:tc>
          <w:tcPr>
            <w:tcW w:w="538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160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2.</w:t>
            </w:r>
          </w:p>
        </w:tc>
        <w:tc>
          <w:tcPr>
            <w:tcW w:w="5527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 w:rsidRPr="00867F2F">
              <w:rPr>
                <w:sz w:val="24"/>
              </w:rPr>
              <w:t>Звуки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буквы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89" w:right="80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39</w:t>
            </w:r>
          </w:p>
        </w:tc>
        <w:tc>
          <w:tcPr>
            <w:tcW w:w="166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2</w:t>
            </w:r>
          </w:p>
        </w:tc>
      </w:tr>
      <w:tr w:rsidR="00B658E3" w:rsidTr="00867F2F">
        <w:trPr>
          <w:trHeight w:val="412"/>
        </w:trPr>
        <w:tc>
          <w:tcPr>
            <w:tcW w:w="538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60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3.</w:t>
            </w:r>
          </w:p>
        </w:tc>
        <w:tc>
          <w:tcPr>
            <w:tcW w:w="5527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 w:rsidRPr="00867F2F">
              <w:rPr>
                <w:sz w:val="24"/>
              </w:rPr>
              <w:t>Слово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.Названия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предметов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89" w:right="80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34</w:t>
            </w:r>
          </w:p>
        </w:tc>
        <w:tc>
          <w:tcPr>
            <w:tcW w:w="1662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3</w:t>
            </w:r>
          </w:p>
        </w:tc>
      </w:tr>
      <w:tr w:rsidR="00B658E3" w:rsidTr="00867F2F">
        <w:trPr>
          <w:trHeight w:val="412"/>
        </w:trPr>
        <w:tc>
          <w:tcPr>
            <w:tcW w:w="538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160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4.</w:t>
            </w:r>
          </w:p>
        </w:tc>
        <w:tc>
          <w:tcPr>
            <w:tcW w:w="5527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 w:rsidRPr="00867F2F">
              <w:rPr>
                <w:sz w:val="24"/>
              </w:rPr>
              <w:t>Предложение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89" w:right="80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12</w:t>
            </w:r>
          </w:p>
        </w:tc>
        <w:tc>
          <w:tcPr>
            <w:tcW w:w="166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</w:tr>
      <w:tr w:rsidR="00B658E3" w:rsidTr="00867F2F">
        <w:trPr>
          <w:trHeight w:val="412"/>
        </w:trPr>
        <w:tc>
          <w:tcPr>
            <w:tcW w:w="538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160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5.</w:t>
            </w:r>
          </w:p>
        </w:tc>
        <w:tc>
          <w:tcPr>
            <w:tcW w:w="5527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 w:rsidRPr="00867F2F">
              <w:rPr>
                <w:sz w:val="24"/>
              </w:rPr>
              <w:t>Повторение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6</w:t>
            </w:r>
          </w:p>
        </w:tc>
        <w:tc>
          <w:tcPr>
            <w:tcW w:w="1662" w:type="dxa"/>
          </w:tcPr>
          <w:p w:rsidR="00B658E3" w:rsidRPr="00867F2F" w:rsidRDefault="00B658E3">
            <w:pPr>
              <w:pStyle w:val="TableParagraph"/>
              <w:rPr>
                <w:sz w:val="26"/>
              </w:rPr>
            </w:pPr>
          </w:p>
        </w:tc>
      </w:tr>
      <w:tr w:rsidR="00B658E3" w:rsidTr="00867F2F">
        <w:trPr>
          <w:trHeight w:val="417"/>
        </w:trPr>
        <w:tc>
          <w:tcPr>
            <w:tcW w:w="6065" w:type="dxa"/>
            <w:gridSpan w:val="2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86"/>
              <w:jc w:val="right"/>
              <w:rPr>
                <w:b/>
                <w:sz w:val="24"/>
              </w:rPr>
            </w:pPr>
            <w:r w:rsidRPr="00867F2F">
              <w:rPr>
                <w:b/>
                <w:sz w:val="24"/>
              </w:rPr>
              <w:t>Итого:</w:t>
            </w:r>
          </w:p>
        </w:tc>
        <w:tc>
          <w:tcPr>
            <w:tcW w:w="142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89" w:right="80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102</w:t>
            </w:r>
          </w:p>
        </w:tc>
        <w:tc>
          <w:tcPr>
            <w:tcW w:w="1662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7</w:t>
            </w:r>
          </w:p>
        </w:tc>
      </w:tr>
    </w:tbl>
    <w:p w:rsidR="00B658E3" w:rsidRDefault="00B658E3">
      <w:pPr>
        <w:spacing w:line="273" w:lineRule="exact"/>
        <w:jc w:val="center"/>
        <w:rPr>
          <w:sz w:val="24"/>
        </w:rPr>
        <w:sectPr w:rsidR="00B658E3">
          <w:pgSz w:w="11910" w:h="16840"/>
          <w:pgMar w:top="1020" w:right="20" w:bottom="1180" w:left="760" w:header="0" w:footer="984" w:gutter="0"/>
          <w:cols w:space="720"/>
        </w:sectPr>
      </w:pPr>
    </w:p>
    <w:p w:rsidR="00B658E3" w:rsidRDefault="00B658E3">
      <w:pPr>
        <w:pStyle w:val="BodyText"/>
        <w:rPr>
          <w:b/>
          <w:sz w:val="20"/>
        </w:rPr>
      </w:pPr>
    </w:p>
    <w:p w:rsidR="00B658E3" w:rsidRDefault="00B658E3">
      <w:pPr>
        <w:pStyle w:val="BodyText"/>
        <w:rPr>
          <w:b/>
          <w:sz w:val="20"/>
        </w:rPr>
      </w:pPr>
    </w:p>
    <w:p w:rsidR="00B658E3" w:rsidRDefault="00B658E3">
      <w:pPr>
        <w:pStyle w:val="BodyText"/>
        <w:spacing w:before="6"/>
        <w:rPr>
          <w:b/>
          <w:sz w:val="20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Tr="00867F2F">
        <w:trPr>
          <w:trHeight w:val="273"/>
        </w:trPr>
        <w:tc>
          <w:tcPr>
            <w:tcW w:w="960" w:type="dxa"/>
            <w:vMerge w:val="restart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  <w:vMerge w:val="restart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bookmarkStart w:id="10" w:name="_bookmark2"/>
            <w:bookmarkEnd w:id="10"/>
            <w:r w:rsidRPr="00867F2F">
              <w:rPr>
                <w:sz w:val="24"/>
              </w:rPr>
              <w:t>Тема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урока</w:t>
            </w:r>
          </w:p>
        </w:tc>
        <w:tc>
          <w:tcPr>
            <w:tcW w:w="4116" w:type="dxa"/>
            <w:gridSpan w:val="3"/>
          </w:tcPr>
          <w:p w:rsidR="00B658E3" w:rsidRPr="00867F2F" w:rsidRDefault="00B658E3" w:rsidP="00867F2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867F2F">
              <w:rPr>
                <w:sz w:val="24"/>
              </w:rPr>
              <w:t>Количество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часов</w:t>
            </w:r>
          </w:p>
        </w:tc>
        <w:tc>
          <w:tcPr>
            <w:tcW w:w="990" w:type="dxa"/>
            <w:vMerge w:val="restart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9" w:right="158"/>
              <w:rPr>
                <w:sz w:val="24"/>
              </w:rPr>
            </w:pPr>
            <w:r w:rsidRPr="00867F2F">
              <w:rPr>
                <w:sz w:val="24"/>
              </w:rPr>
              <w:t>Дата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изучен</w:t>
            </w:r>
          </w:p>
          <w:p w:rsidR="00B658E3" w:rsidRPr="00867F2F" w:rsidRDefault="00B658E3" w:rsidP="00867F2F">
            <w:pPr>
              <w:pStyle w:val="TableParagraph"/>
              <w:ind w:left="109"/>
              <w:rPr>
                <w:sz w:val="24"/>
              </w:rPr>
            </w:pPr>
            <w:r w:rsidRPr="00867F2F">
              <w:rPr>
                <w:sz w:val="24"/>
              </w:rPr>
              <w:t>ия</w:t>
            </w:r>
          </w:p>
        </w:tc>
        <w:tc>
          <w:tcPr>
            <w:tcW w:w="2071" w:type="dxa"/>
            <w:vMerge w:val="restart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562"/>
              <w:rPr>
                <w:sz w:val="24"/>
              </w:rPr>
            </w:pPr>
            <w:r w:rsidRPr="00867F2F">
              <w:rPr>
                <w:sz w:val="24"/>
              </w:rPr>
              <w:t>Электронные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цифровые</w:t>
            </w:r>
          </w:p>
          <w:p w:rsidR="00B658E3" w:rsidRPr="00867F2F" w:rsidRDefault="00B658E3" w:rsidP="00867F2F">
            <w:pPr>
              <w:pStyle w:val="TableParagraph"/>
              <w:ind w:left="108"/>
              <w:rPr>
                <w:sz w:val="24"/>
              </w:rPr>
            </w:pPr>
            <w:r w:rsidRPr="00867F2F">
              <w:rPr>
                <w:sz w:val="24"/>
              </w:rPr>
              <w:t>ресурсы</w:t>
            </w:r>
          </w:p>
        </w:tc>
      </w:tr>
      <w:tr w:rsidR="00B658E3" w:rsidTr="00867F2F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:rsidR="00B658E3" w:rsidRPr="00867F2F" w:rsidRDefault="00B658E3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vMerge/>
            <w:tcBorders>
              <w:top w:val="nil"/>
            </w:tcBorders>
          </w:tcPr>
          <w:p w:rsidR="00B658E3" w:rsidRPr="00867F2F" w:rsidRDefault="00B658E3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91" w:right="122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Всего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105" w:right="186"/>
              <w:rPr>
                <w:sz w:val="24"/>
              </w:rPr>
            </w:pPr>
            <w:r w:rsidRPr="00867F2F">
              <w:rPr>
                <w:sz w:val="24"/>
              </w:rPr>
              <w:t>Контрольные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работы</w:t>
            </w:r>
          </w:p>
        </w:tc>
        <w:tc>
          <w:tcPr>
            <w:tcW w:w="156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110" w:right="103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Практически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работы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658E3" w:rsidRPr="00867F2F" w:rsidRDefault="00B658E3">
            <w:pPr>
              <w:rPr>
                <w:sz w:val="2"/>
                <w:szCs w:val="2"/>
              </w:rPr>
            </w:pPr>
          </w:p>
        </w:tc>
        <w:tc>
          <w:tcPr>
            <w:tcW w:w="2071" w:type="dxa"/>
            <w:vMerge/>
            <w:tcBorders>
              <w:top w:val="nil"/>
            </w:tcBorders>
          </w:tcPr>
          <w:p w:rsidR="00B658E3" w:rsidRPr="00867F2F" w:rsidRDefault="00B658E3">
            <w:pPr>
              <w:rPr>
                <w:sz w:val="2"/>
                <w:szCs w:val="2"/>
              </w:rPr>
            </w:pPr>
          </w:p>
        </w:tc>
      </w:tr>
      <w:tr w:rsidR="00B658E3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10" w:right="1163"/>
              <w:rPr>
                <w:sz w:val="24"/>
              </w:rPr>
            </w:pPr>
            <w:r w:rsidRPr="00867F2F">
              <w:rPr>
                <w:sz w:val="24"/>
              </w:rPr>
              <w:t>Предложение.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Выделение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867F2F">
              <w:rPr>
                <w:sz w:val="24"/>
              </w:rPr>
              <w:t>предложений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из 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01.09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2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Предложение</w:t>
            </w:r>
            <w:r w:rsidRPr="00867F2F">
              <w:rPr>
                <w:spacing w:val="68"/>
                <w:sz w:val="24"/>
              </w:rPr>
              <w:t xml:space="preserve"> </w:t>
            </w:r>
            <w:r w:rsidRPr="00867F2F">
              <w:rPr>
                <w:sz w:val="24"/>
              </w:rPr>
              <w:t xml:space="preserve">и  </w:t>
            </w:r>
            <w:r w:rsidRPr="00867F2F">
              <w:rPr>
                <w:spacing w:val="14"/>
                <w:sz w:val="24"/>
              </w:rPr>
              <w:t xml:space="preserve"> </w:t>
            </w:r>
            <w:r w:rsidRPr="00867F2F">
              <w:rPr>
                <w:sz w:val="24"/>
              </w:rPr>
              <w:t>его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схема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04.09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9">
              <w:r w:rsidRPr="00867F2F">
                <w:rPr>
                  <w:color w:val="000009"/>
                  <w:sz w:val="24"/>
                </w:rPr>
                <w:t>http://window.edu.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color w:val="000009"/>
                <w:sz w:val="24"/>
              </w:rPr>
              <w:t>ru/window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Предложение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его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схема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06.09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0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135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Предложения-</w:t>
            </w:r>
            <w:r w:rsidRPr="00867F2F">
              <w:rPr>
                <w:spacing w:val="-12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вопросы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предложения-ответы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08.09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135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Предложения-</w:t>
            </w:r>
            <w:r w:rsidRPr="00867F2F">
              <w:rPr>
                <w:spacing w:val="-12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вопросы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предложения-ответы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11.09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11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216" w:right="328"/>
              <w:rPr>
                <w:sz w:val="24"/>
              </w:rPr>
            </w:pPr>
            <w:r w:rsidRPr="00867F2F">
              <w:rPr>
                <w:sz w:val="24"/>
              </w:rPr>
              <w:t>Завершение начатого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13.09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556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216" w:right="463"/>
              <w:rPr>
                <w:sz w:val="24"/>
              </w:rPr>
            </w:pPr>
            <w:r w:rsidRPr="00867F2F">
              <w:rPr>
                <w:sz w:val="24"/>
              </w:rPr>
              <w:t>Различение набора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слов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15.09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108" w:right="137"/>
              <w:rPr>
                <w:sz w:val="24"/>
                <w:lang w:val="en-US"/>
              </w:rPr>
            </w:pPr>
            <w:hyperlink r:id="rId12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Порядок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слов в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18.09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hyperlink r:id="rId13">
              <w:r w:rsidRPr="00867F2F">
                <w:rPr>
                  <w:color w:val="000009"/>
                  <w:sz w:val="24"/>
                </w:rPr>
                <w:t>http://window.edu.</w:t>
              </w:r>
            </w:hyperlink>
          </w:p>
          <w:p w:rsidR="00B658E3" w:rsidRPr="00867F2F" w:rsidRDefault="00B658E3" w:rsidP="00867F2F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67F2F">
              <w:rPr>
                <w:color w:val="000009"/>
                <w:sz w:val="24"/>
              </w:rPr>
              <w:t>ru/window</w:t>
            </w:r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939"/>
              <w:rPr>
                <w:sz w:val="24"/>
              </w:rPr>
            </w:pPr>
            <w:r w:rsidRPr="00867F2F">
              <w:rPr>
                <w:sz w:val="24"/>
              </w:rPr>
              <w:t>Порядок слов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20.09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14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Предложение.</w:t>
            </w:r>
          </w:p>
          <w:p w:rsidR="00B658E3" w:rsidRPr="00867F2F" w:rsidRDefault="00B658E3" w:rsidP="00867F2F">
            <w:pPr>
              <w:pStyle w:val="TableParagraph"/>
              <w:spacing w:line="260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Закрепление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знаний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22.09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447"/>
              <w:rPr>
                <w:sz w:val="24"/>
              </w:rPr>
            </w:pPr>
            <w:r w:rsidRPr="00867F2F">
              <w:rPr>
                <w:sz w:val="24"/>
              </w:rPr>
              <w:t>Контрольная работа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теме:</w:t>
            </w:r>
          </w:p>
          <w:p w:rsidR="00B658E3" w:rsidRPr="00867F2F" w:rsidRDefault="00B658E3" w:rsidP="00867F2F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«Предложение»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25.09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before="7"/>
              <w:rPr>
                <w:b/>
                <w:sz w:val="23"/>
                <w:lang w:val="en-US"/>
              </w:rPr>
            </w:pPr>
          </w:p>
          <w:p w:rsidR="00B658E3" w:rsidRPr="00867F2F" w:rsidRDefault="00B658E3" w:rsidP="00867F2F">
            <w:pPr>
              <w:pStyle w:val="TableParagraph"/>
              <w:spacing w:before="1" w:line="237" w:lineRule="auto"/>
              <w:ind w:left="108" w:right="107"/>
              <w:rPr>
                <w:sz w:val="24"/>
                <w:lang w:val="en-US"/>
              </w:rPr>
            </w:pPr>
            <w:hyperlink r:id="rId15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 w:rsidRPr="00867F2F">
              <w:rPr>
                <w:sz w:val="24"/>
              </w:rPr>
              <w:t>Знакомство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с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06"/>
              <w:rPr>
                <w:sz w:val="24"/>
              </w:rPr>
            </w:pPr>
            <w:r w:rsidRPr="00867F2F">
              <w:rPr>
                <w:sz w:val="24"/>
              </w:rPr>
              <w:t>алфавитом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27.09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6">
              <w:r w:rsidRPr="00867F2F">
                <w:rPr>
                  <w:color w:val="000009"/>
                  <w:sz w:val="24"/>
                </w:rPr>
                <w:t>http://window.edu.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color w:val="000009"/>
                <w:sz w:val="24"/>
              </w:rPr>
              <w:t>ru/window</w:t>
            </w: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840"/>
              <w:rPr>
                <w:sz w:val="24"/>
              </w:rPr>
            </w:pPr>
            <w:r w:rsidRPr="00867F2F">
              <w:rPr>
                <w:sz w:val="24"/>
              </w:rPr>
              <w:t>Звуки гласные и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29.09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17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882"/>
              <w:rPr>
                <w:i/>
                <w:sz w:val="24"/>
              </w:rPr>
            </w:pPr>
            <w:r w:rsidRPr="00867F2F">
              <w:rPr>
                <w:i/>
                <w:sz w:val="24"/>
              </w:rPr>
              <w:t>Гласные звуки и</w:t>
            </w:r>
            <w:r w:rsidRPr="00867F2F">
              <w:rPr>
                <w:i/>
                <w:spacing w:val="-57"/>
                <w:sz w:val="24"/>
              </w:rPr>
              <w:t xml:space="preserve"> </w:t>
            </w:r>
            <w:r w:rsidRPr="00867F2F">
              <w:rPr>
                <w:i/>
                <w:sz w:val="24"/>
              </w:rPr>
              <w:t>буквы.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Ударение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02.10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533"/>
              <w:rPr>
                <w:sz w:val="24"/>
              </w:rPr>
            </w:pPr>
            <w:r w:rsidRPr="00867F2F">
              <w:rPr>
                <w:sz w:val="24"/>
              </w:rPr>
              <w:t>Гласные ударные и</w:t>
            </w:r>
            <w:r w:rsidRPr="00867F2F">
              <w:rPr>
                <w:spacing w:val="-58"/>
                <w:sz w:val="24"/>
              </w:rPr>
              <w:t xml:space="preserve"> </w:t>
            </w:r>
            <w:r w:rsidRPr="00867F2F">
              <w:rPr>
                <w:sz w:val="24"/>
              </w:rPr>
              <w:t>безударные.</w:t>
            </w:r>
          </w:p>
          <w:p w:rsidR="00B658E3" w:rsidRPr="00867F2F" w:rsidRDefault="00B658E3" w:rsidP="00867F2F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ударной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гласной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  <w:r w:rsidRPr="00867F2F">
              <w:rPr>
                <w:spacing w:val="3"/>
                <w:sz w:val="24"/>
              </w:rPr>
              <w:t xml:space="preserve"> </w:t>
            </w:r>
            <w:r w:rsidRPr="00867F2F">
              <w:rPr>
                <w:sz w:val="24"/>
              </w:rPr>
              <w:t>слове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04.10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533"/>
              <w:rPr>
                <w:sz w:val="24"/>
              </w:rPr>
            </w:pPr>
            <w:r w:rsidRPr="00867F2F">
              <w:rPr>
                <w:sz w:val="24"/>
              </w:rPr>
              <w:t>Гласные ударные и</w:t>
            </w:r>
            <w:r w:rsidRPr="00867F2F">
              <w:rPr>
                <w:spacing w:val="-58"/>
                <w:sz w:val="24"/>
              </w:rPr>
              <w:t xml:space="preserve"> </w:t>
            </w:r>
            <w:r w:rsidRPr="00867F2F">
              <w:rPr>
                <w:sz w:val="24"/>
              </w:rPr>
              <w:t>безударные.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ударной</w:t>
            </w:r>
          </w:p>
          <w:p w:rsidR="00B658E3" w:rsidRPr="00867F2F" w:rsidRDefault="00B658E3" w:rsidP="00867F2F">
            <w:pPr>
              <w:pStyle w:val="TableParagraph"/>
              <w:spacing w:before="1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гласной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  <w:r w:rsidRPr="00867F2F">
              <w:rPr>
                <w:spacing w:val="3"/>
                <w:sz w:val="24"/>
              </w:rPr>
              <w:t xml:space="preserve"> </w:t>
            </w:r>
            <w:r w:rsidRPr="00867F2F">
              <w:rPr>
                <w:sz w:val="24"/>
              </w:rPr>
              <w:t>слове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06.10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18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556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470"/>
              <w:rPr>
                <w:sz w:val="24"/>
              </w:rPr>
            </w:pPr>
            <w:r w:rsidRPr="00867F2F">
              <w:rPr>
                <w:sz w:val="24"/>
              </w:rPr>
              <w:t>17.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216" w:right="939"/>
              <w:rPr>
                <w:sz w:val="24"/>
              </w:rPr>
            </w:pPr>
            <w:r w:rsidRPr="00867F2F">
              <w:rPr>
                <w:sz w:val="24"/>
              </w:rPr>
              <w:t>Порядок слов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9.10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</w:tbl>
    <w:p w:rsidR="00B658E3" w:rsidRDefault="00B658E3">
      <w:pPr>
        <w:rPr>
          <w:sz w:val="24"/>
        </w:rPr>
        <w:sectPr w:rsidR="00B658E3">
          <w:footerReference w:type="default" r:id="rId19"/>
          <w:pgSz w:w="11910" w:h="16840"/>
          <w:pgMar w:top="1580" w:right="20" w:bottom="280" w:left="760" w:header="0" w:footer="0" w:gutter="0"/>
          <w:cols w:space="720"/>
        </w:sectPr>
      </w:pPr>
    </w:p>
    <w:p w:rsidR="00B658E3" w:rsidRDefault="00B658E3">
      <w:pPr>
        <w:pStyle w:val="BodyText"/>
        <w:spacing w:before="6"/>
        <w:rPr>
          <w:b/>
          <w:sz w:val="12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18.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840"/>
              <w:rPr>
                <w:sz w:val="24"/>
              </w:rPr>
            </w:pPr>
            <w:r w:rsidRPr="00867F2F">
              <w:rPr>
                <w:sz w:val="24"/>
              </w:rPr>
              <w:t>Деление слов на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слоги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11.10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20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19.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Деление слов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на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слоги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13.10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Гласные</w:t>
            </w:r>
            <w:r w:rsidRPr="00867F2F">
              <w:rPr>
                <w:spacing w:val="46"/>
                <w:sz w:val="24"/>
              </w:rPr>
              <w:t xml:space="preserve"> </w:t>
            </w:r>
            <w:r w:rsidRPr="00867F2F">
              <w:rPr>
                <w:sz w:val="24"/>
              </w:rPr>
              <w:t>буквы</w:t>
            </w:r>
            <w:r w:rsidRPr="00867F2F">
              <w:rPr>
                <w:spacing w:val="50"/>
                <w:sz w:val="24"/>
              </w:rPr>
              <w:t xml:space="preserve"> </w:t>
            </w:r>
            <w:r w:rsidRPr="00867F2F">
              <w:rPr>
                <w:sz w:val="24"/>
              </w:rPr>
              <w:t>Е,</w:t>
            </w:r>
            <w:r w:rsidRPr="00867F2F">
              <w:rPr>
                <w:spacing w:val="45"/>
                <w:sz w:val="24"/>
              </w:rPr>
              <w:t xml:space="preserve"> </w:t>
            </w:r>
            <w:r w:rsidRPr="00867F2F">
              <w:rPr>
                <w:sz w:val="24"/>
              </w:rPr>
              <w:t>Ё,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288"/>
              <w:rPr>
                <w:sz w:val="24"/>
              </w:rPr>
            </w:pPr>
            <w:r w:rsidRPr="00867F2F">
              <w:rPr>
                <w:sz w:val="24"/>
              </w:rPr>
              <w:t>Ю</w:t>
            </w:r>
            <w:r w:rsidRPr="00867F2F">
              <w:rPr>
                <w:spacing w:val="53"/>
                <w:sz w:val="24"/>
              </w:rPr>
              <w:t xml:space="preserve"> </w:t>
            </w:r>
            <w:r w:rsidRPr="00867F2F">
              <w:rPr>
                <w:sz w:val="24"/>
              </w:rPr>
              <w:t>Я</w:t>
            </w:r>
            <w:r w:rsidRPr="00867F2F">
              <w:rPr>
                <w:spacing w:val="53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  <w:r w:rsidRPr="00867F2F">
              <w:rPr>
                <w:spacing w:val="52"/>
                <w:sz w:val="24"/>
              </w:rPr>
              <w:t xml:space="preserve"> </w:t>
            </w:r>
            <w:r w:rsidRPr="00867F2F">
              <w:rPr>
                <w:sz w:val="24"/>
              </w:rPr>
              <w:t>начале</w:t>
            </w:r>
            <w:r w:rsidRPr="00867F2F">
              <w:rPr>
                <w:spacing w:val="54"/>
                <w:sz w:val="24"/>
              </w:rPr>
              <w:t xml:space="preserve"> </w:t>
            </w:r>
            <w:r w:rsidRPr="00867F2F">
              <w:rPr>
                <w:sz w:val="24"/>
              </w:rPr>
              <w:t>слова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или</w:t>
            </w:r>
            <w:r w:rsidRPr="00867F2F">
              <w:rPr>
                <w:spacing w:val="3"/>
                <w:sz w:val="24"/>
              </w:rPr>
              <w:t xml:space="preserve"> </w:t>
            </w:r>
            <w:r w:rsidRPr="00867F2F">
              <w:rPr>
                <w:sz w:val="24"/>
              </w:rPr>
              <w:t>слога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16.10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280"/>
              <w:rPr>
                <w:sz w:val="24"/>
              </w:rPr>
            </w:pPr>
            <w:r w:rsidRPr="00867F2F">
              <w:rPr>
                <w:sz w:val="24"/>
              </w:rPr>
              <w:t>Гласные</w:t>
            </w:r>
            <w:r w:rsidRPr="00867F2F">
              <w:rPr>
                <w:spacing w:val="46"/>
                <w:sz w:val="24"/>
              </w:rPr>
              <w:t xml:space="preserve"> </w:t>
            </w:r>
            <w:r w:rsidRPr="00867F2F">
              <w:rPr>
                <w:sz w:val="24"/>
              </w:rPr>
              <w:t>буквы</w:t>
            </w:r>
            <w:r w:rsidRPr="00867F2F">
              <w:rPr>
                <w:spacing w:val="49"/>
                <w:sz w:val="24"/>
              </w:rPr>
              <w:t xml:space="preserve"> </w:t>
            </w:r>
            <w:r w:rsidRPr="00867F2F">
              <w:rPr>
                <w:sz w:val="24"/>
              </w:rPr>
              <w:t>Е,</w:t>
            </w:r>
            <w:r w:rsidRPr="00867F2F">
              <w:rPr>
                <w:spacing w:val="45"/>
                <w:sz w:val="24"/>
              </w:rPr>
              <w:t xml:space="preserve"> </w:t>
            </w:r>
            <w:r w:rsidRPr="00867F2F">
              <w:rPr>
                <w:sz w:val="24"/>
              </w:rPr>
              <w:t>Ё,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Ю,</w:t>
            </w:r>
            <w:r w:rsidRPr="00867F2F">
              <w:rPr>
                <w:spacing w:val="42"/>
                <w:sz w:val="24"/>
              </w:rPr>
              <w:t xml:space="preserve"> </w:t>
            </w:r>
            <w:r w:rsidRPr="00867F2F">
              <w:rPr>
                <w:sz w:val="24"/>
              </w:rPr>
              <w:t>Я</w:t>
            </w:r>
            <w:r w:rsidRPr="00867F2F">
              <w:rPr>
                <w:spacing w:val="33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  <w:r w:rsidRPr="00867F2F">
              <w:rPr>
                <w:spacing w:val="38"/>
                <w:sz w:val="24"/>
              </w:rPr>
              <w:t xml:space="preserve"> </w:t>
            </w:r>
            <w:r w:rsidRPr="00867F2F">
              <w:rPr>
                <w:sz w:val="24"/>
              </w:rPr>
              <w:t>начале</w:t>
            </w:r>
            <w:r w:rsidRPr="00867F2F">
              <w:rPr>
                <w:spacing w:val="40"/>
                <w:sz w:val="24"/>
              </w:rPr>
              <w:t xml:space="preserve"> </w:t>
            </w:r>
            <w:r w:rsidRPr="00867F2F">
              <w:rPr>
                <w:sz w:val="24"/>
              </w:rPr>
              <w:t>слова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или</w:t>
            </w:r>
            <w:r w:rsidRPr="00867F2F">
              <w:rPr>
                <w:spacing w:val="3"/>
                <w:sz w:val="24"/>
              </w:rPr>
              <w:t xml:space="preserve"> </w:t>
            </w:r>
            <w:r w:rsidRPr="00867F2F">
              <w:rPr>
                <w:sz w:val="24"/>
              </w:rPr>
              <w:t>слога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18.10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21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1382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490"/>
              <w:rPr>
                <w:sz w:val="24"/>
              </w:rPr>
            </w:pPr>
            <w:r w:rsidRPr="00867F2F">
              <w:rPr>
                <w:sz w:val="24"/>
              </w:rPr>
              <w:t>Входная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контрольная работа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(диктант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843"/>
              <w:rPr>
                <w:sz w:val="24"/>
              </w:rPr>
            </w:pPr>
            <w:r w:rsidRPr="00867F2F">
              <w:rPr>
                <w:spacing w:val="-2"/>
                <w:sz w:val="24"/>
              </w:rPr>
              <w:t>грамматическим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заданием)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20.10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Перенос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части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слова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при письме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23.10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1929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Согласные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звуки</w:t>
            </w:r>
            <w:r w:rsidRPr="00867F2F">
              <w:rPr>
                <w:spacing w:val="7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буквы.</w:t>
            </w:r>
          </w:p>
          <w:p w:rsidR="00B658E3" w:rsidRPr="00867F2F" w:rsidRDefault="00B658E3" w:rsidP="00867F2F">
            <w:pPr>
              <w:pStyle w:val="TableParagraph"/>
              <w:spacing w:line="237" w:lineRule="auto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Твёрдые</w:t>
            </w:r>
            <w:r w:rsidRPr="00867F2F">
              <w:rPr>
                <w:spacing w:val="10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6"/>
                <w:sz w:val="24"/>
              </w:rPr>
              <w:t xml:space="preserve"> </w:t>
            </w:r>
            <w:r w:rsidRPr="00867F2F">
              <w:rPr>
                <w:sz w:val="24"/>
              </w:rPr>
              <w:t>мягкие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согласные.</w:t>
            </w:r>
          </w:p>
          <w:p w:rsidR="00B658E3" w:rsidRPr="00867F2F" w:rsidRDefault="00B658E3" w:rsidP="00867F2F">
            <w:pPr>
              <w:pStyle w:val="TableParagraph"/>
              <w:tabs>
                <w:tab w:val="left" w:pos="1599"/>
              </w:tabs>
              <w:spacing w:before="5" w:line="237" w:lineRule="auto"/>
              <w:ind w:left="216" w:right="300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z w:val="24"/>
              </w:rPr>
              <w:tab/>
            </w:r>
            <w:r w:rsidRPr="00867F2F">
              <w:rPr>
                <w:spacing w:val="-1"/>
                <w:sz w:val="24"/>
              </w:rPr>
              <w:t>твёрдых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33"/>
                <w:sz w:val="24"/>
              </w:rPr>
              <w:t xml:space="preserve"> </w:t>
            </w:r>
            <w:r w:rsidRPr="00867F2F">
              <w:rPr>
                <w:sz w:val="24"/>
              </w:rPr>
              <w:t>мягких</w:t>
            </w:r>
            <w:r w:rsidRPr="00867F2F">
              <w:rPr>
                <w:spacing w:val="32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  <w:p w:rsidR="00B658E3" w:rsidRPr="00867F2F" w:rsidRDefault="00B658E3" w:rsidP="00867F2F">
            <w:pPr>
              <w:pStyle w:val="TableParagraph"/>
              <w:spacing w:before="4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перед гласными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25.10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tabs>
                <w:tab w:val="left" w:pos="1599"/>
              </w:tabs>
              <w:spacing w:line="237" w:lineRule="auto"/>
              <w:ind w:left="216" w:right="300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z w:val="24"/>
              </w:rPr>
              <w:tab/>
            </w:r>
            <w:r w:rsidRPr="00867F2F">
              <w:rPr>
                <w:spacing w:val="-1"/>
                <w:sz w:val="24"/>
              </w:rPr>
              <w:t>твёрдых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33"/>
                <w:sz w:val="24"/>
              </w:rPr>
              <w:t xml:space="preserve"> </w:t>
            </w:r>
            <w:r w:rsidRPr="00867F2F">
              <w:rPr>
                <w:sz w:val="24"/>
              </w:rPr>
              <w:t>мягких</w:t>
            </w:r>
            <w:r w:rsidRPr="00867F2F">
              <w:rPr>
                <w:spacing w:val="32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перед гласными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27.10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22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9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Обозначение</w:t>
            </w:r>
          </w:p>
          <w:p w:rsidR="00B658E3" w:rsidRPr="00867F2F" w:rsidRDefault="00B658E3" w:rsidP="00867F2F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Мягкости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589"/>
              <w:rPr>
                <w:sz w:val="24"/>
              </w:rPr>
            </w:pPr>
            <w:r w:rsidRPr="00867F2F">
              <w:rPr>
                <w:sz w:val="24"/>
              </w:rPr>
              <w:t>на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письме</w:t>
            </w:r>
            <w:r w:rsidRPr="00867F2F">
              <w:rPr>
                <w:spacing w:val="-12"/>
                <w:sz w:val="24"/>
              </w:rPr>
              <w:t xml:space="preserve"> </w:t>
            </w:r>
            <w:r w:rsidRPr="00867F2F">
              <w:rPr>
                <w:sz w:val="24"/>
              </w:rPr>
              <w:t>буквами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И,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Е,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Ё,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Ю,</w:t>
            </w:r>
            <w:r w:rsidRPr="00867F2F">
              <w:rPr>
                <w:spacing w:val="4"/>
                <w:sz w:val="24"/>
              </w:rPr>
              <w:t xml:space="preserve"> </w:t>
            </w:r>
            <w:r w:rsidRPr="00867F2F">
              <w:rPr>
                <w:sz w:val="24"/>
              </w:rPr>
              <w:t>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06.11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37"/>
              <w:rPr>
                <w:sz w:val="24"/>
                <w:lang w:val="en-US"/>
              </w:rPr>
            </w:pPr>
            <w:hyperlink r:id="rId23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0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Обозначение</w:t>
            </w:r>
          </w:p>
          <w:p w:rsidR="00B658E3" w:rsidRPr="00867F2F" w:rsidRDefault="00B658E3" w:rsidP="00867F2F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Мягкости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589"/>
              <w:rPr>
                <w:sz w:val="24"/>
              </w:rPr>
            </w:pPr>
            <w:r w:rsidRPr="00867F2F">
              <w:rPr>
                <w:sz w:val="24"/>
              </w:rPr>
              <w:t>на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письме</w:t>
            </w:r>
            <w:r w:rsidRPr="00867F2F">
              <w:rPr>
                <w:spacing w:val="-12"/>
                <w:sz w:val="24"/>
              </w:rPr>
              <w:t xml:space="preserve"> </w:t>
            </w:r>
            <w:r w:rsidRPr="00867F2F">
              <w:rPr>
                <w:sz w:val="24"/>
              </w:rPr>
              <w:t>буквами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И,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Е,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Ё,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Ю,</w:t>
            </w:r>
            <w:r w:rsidRPr="00867F2F">
              <w:rPr>
                <w:spacing w:val="4"/>
                <w:sz w:val="24"/>
              </w:rPr>
              <w:t xml:space="preserve"> </w:t>
            </w:r>
            <w:r w:rsidRPr="00867F2F">
              <w:rPr>
                <w:sz w:val="24"/>
              </w:rPr>
              <w:t>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08.11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Буква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мягкий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знак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(ь)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на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конце слова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10.11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29.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Буква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мягкий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знак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(ь)в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середине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слова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13.11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твёрдых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и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мягких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15.11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hyperlink r:id="rId24">
              <w:r w:rsidRPr="00867F2F">
                <w:rPr>
                  <w:color w:val="000009"/>
                  <w:sz w:val="24"/>
                </w:rPr>
                <w:t>http://window.edu.</w:t>
              </w:r>
            </w:hyperlink>
          </w:p>
          <w:p w:rsidR="00B658E3" w:rsidRPr="00867F2F" w:rsidRDefault="00B658E3" w:rsidP="00867F2F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67F2F">
              <w:rPr>
                <w:color w:val="000009"/>
                <w:sz w:val="24"/>
              </w:rPr>
              <w:t>ru/window</w:t>
            </w: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433"/>
              <w:rPr>
                <w:sz w:val="24"/>
              </w:rPr>
            </w:pPr>
            <w:r w:rsidRPr="00867F2F">
              <w:rPr>
                <w:sz w:val="24"/>
              </w:rPr>
              <w:t>Различение твёрдых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мягких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17.11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25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13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402"/>
              <w:rPr>
                <w:sz w:val="24"/>
              </w:rPr>
            </w:pPr>
            <w:r w:rsidRPr="00867F2F">
              <w:rPr>
                <w:sz w:val="24"/>
              </w:rPr>
              <w:t>Гласные после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шипящих согласных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Ш,</w:t>
            </w:r>
            <w:r w:rsidRPr="00867F2F">
              <w:rPr>
                <w:spacing w:val="3"/>
                <w:sz w:val="24"/>
              </w:rPr>
              <w:t xml:space="preserve"> </w:t>
            </w:r>
            <w:r w:rsidRPr="00867F2F">
              <w:rPr>
                <w:sz w:val="24"/>
              </w:rPr>
              <w:t>Щ,</w:t>
            </w:r>
            <w:r w:rsidRPr="00867F2F">
              <w:rPr>
                <w:spacing w:val="4"/>
                <w:sz w:val="24"/>
              </w:rPr>
              <w:t xml:space="preserve"> </w:t>
            </w:r>
            <w:r w:rsidRPr="00867F2F">
              <w:rPr>
                <w:sz w:val="24"/>
              </w:rPr>
              <w:t>Ж,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Ч.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Написание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ЖИ-ШИ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20.11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</w:tbl>
    <w:p w:rsidR="00B658E3" w:rsidRDefault="00B658E3">
      <w:pPr>
        <w:rPr>
          <w:sz w:val="24"/>
        </w:rPr>
        <w:sectPr w:rsidR="00B658E3">
          <w:footerReference w:type="default" r:id="rId26"/>
          <w:pgSz w:w="11910" w:h="16840"/>
          <w:pgMar w:top="1580" w:right="20" w:bottom="280" w:left="760" w:header="0" w:footer="0" w:gutter="0"/>
          <w:cols w:space="720"/>
        </w:sectPr>
      </w:pPr>
    </w:p>
    <w:p w:rsidR="00B658E3" w:rsidRDefault="00B658E3">
      <w:pPr>
        <w:pStyle w:val="BodyText"/>
        <w:spacing w:before="6"/>
        <w:rPr>
          <w:b/>
          <w:sz w:val="12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Написание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ЖИ-ШИ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22.11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2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Написание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ЧА-ЩА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24.11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hyperlink r:id="rId27">
              <w:r w:rsidRPr="00867F2F">
                <w:rPr>
                  <w:color w:val="000009"/>
                  <w:sz w:val="24"/>
                </w:rPr>
                <w:t>http://window.edu.</w:t>
              </w:r>
            </w:hyperlink>
          </w:p>
          <w:p w:rsidR="00B658E3" w:rsidRPr="00867F2F" w:rsidRDefault="00B658E3" w:rsidP="00867F2F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67F2F">
              <w:rPr>
                <w:color w:val="000009"/>
                <w:sz w:val="24"/>
              </w:rPr>
              <w:t>ru/window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Написание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ЧА-ЩА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27.11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8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350"/>
              <w:rPr>
                <w:sz w:val="24"/>
              </w:rPr>
            </w:pPr>
            <w:r w:rsidRPr="00867F2F">
              <w:rPr>
                <w:sz w:val="24"/>
              </w:rPr>
              <w:t>Написание ЧУ-ЩУ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29.11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29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Написание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ЧУ-ЩУ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01.12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30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RPr="00FD6FF1" w:rsidTr="00867F2F">
        <w:trPr>
          <w:trHeight w:val="829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412"/>
              <w:rPr>
                <w:sz w:val="24"/>
              </w:rPr>
            </w:pPr>
            <w:r w:rsidRPr="00867F2F">
              <w:rPr>
                <w:sz w:val="24"/>
              </w:rPr>
              <w:t>Написание ЖИ-ШИ,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ЧА-ЩА,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ЧУ-ЩУ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словах.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04.12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before="9"/>
              <w:rPr>
                <w:b/>
                <w:lang w:val="en-US"/>
              </w:rPr>
            </w:pPr>
          </w:p>
          <w:p w:rsidR="00B658E3" w:rsidRPr="00867F2F" w:rsidRDefault="00B658E3" w:rsidP="00867F2F">
            <w:pPr>
              <w:pStyle w:val="TableParagraph"/>
              <w:spacing w:line="274" w:lineRule="exact"/>
              <w:ind w:left="108" w:right="137"/>
              <w:rPr>
                <w:sz w:val="24"/>
                <w:lang w:val="en-US"/>
              </w:rPr>
            </w:pPr>
            <w:hyperlink r:id="rId31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39.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tabs>
                <w:tab w:val="left" w:pos="1789"/>
              </w:tabs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Составление</w:t>
            </w:r>
            <w:r w:rsidRPr="00867F2F">
              <w:rPr>
                <w:sz w:val="24"/>
              </w:rPr>
              <w:tab/>
              <w:t>пар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872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звонкихиглухих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06.12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32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tabs>
                <w:tab w:val="left" w:pos="1789"/>
              </w:tabs>
              <w:spacing w:line="237" w:lineRule="auto"/>
              <w:ind w:left="216" w:right="604"/>
              <w:rPr>
                <w:sz w:val="24"/>
              </w:rPr>
            </w:pPr>
            <w:r w:rsidRPr="00867F2F">
              <w:rPr>
                <w:sz w:val="24"/>
              </w:rPr>
              <w:t>Составление</w:t>
            </w:r>
            <w:r w:rsidRPr="00867F2F">
              <w:rPr>
                <w:sz w:val="24"/>
              </w:rPr>
              <w:tab/>
            </w:r>
            <w:r w:rsidRPr="00867F2F">
              <w:rPr>
                <w:spacing w:val="-2"/>
                <w:sz w:val="24"/>
              </w:rPr>
              <w:t>пар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звонких</w:t>
            </w:r>
            <w:r w:rsidRPr="00867F2F">
              <w:rPr>
                <w:spacing w:val="9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14"/>
                <w:sz w:val="24"/>
              </w:rPr>
              <w:t xml:space="preserve"> </w:t>
            </w:r>
            <w:r w:rsidRPr="00867F2F">
              <w:rPr>
                <w:sz w:val="24"/>
              </w:rPr>
              <w:t>глухих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согласных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08.12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33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552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Различение Б–П,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–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Ф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11.12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34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Д–Т,Г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–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К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13.12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35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Ж–Ш,З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–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15.12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36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RPr="00FD6FF1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345"/>
              <w:rPr>
                <w:sz w:val="24"/>
              </w:rPr>
            </w:pPr>
            <w:r w:rsidRPr="00867F2F">
              <w:rPr>
                <w:sz w:val="24"/>
              </w:rPr>
              <w:t>Наблюдение за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звонкими и глухими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согласными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на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конце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18.12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37"/>
              <w:rPr>
                <w:sz w:val="24"/>
                <w:lang w:val="en-US"/>
              </w:rPr>
            </w:pPr>
            <w:hyperlink r:id="rId37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Правописание</w:t>
            </w:r>
            <w:r w:rsidRPr="00867F2F">
              <w:rPr>
                <w:spacing w:val="-15"/>
                <w:sz w:val="24"/>
              </w:rPr>
              <w:t xml:space="preserve"> </w:t>
            </w:r>
            <w:r w:rsidRPr="00867F2F">
              <w:rPr>
                <w:sz w:val="24"/>
              </w:rPr>
              <w:t>звонких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197"/>
              <w:rPr>
                <w:sz w:val="24"/>
              </w:rPr>
            </w:pPr>
            <w:r w:rsidRPr="00867F2F">
              <w:rPr>
                <w:sz w:val="24"/>
              </w:rPr>
              <w:t>и глухих согласных на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конце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слова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20.12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406"/>
              <w:rPr>
                <w:sz w:val="24"/>
              </w:rPr>
            </w:pPr>
            <w:r w:rsidRPr="00867F2F">
              <w:rPr>
                <w:sz w:val="24"/>
              </w:rPr>
              <w:t>Проверка написания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звонких и глухих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на конце</w:t>
            </w:r>
          </w:p>
          <w:p w:rsidR="00B658E3" w:rsidRPr="00867F2F" w:rsidRDefault="00B658E3" w:rsidP="00867F2F">
            <w:pPr>
              <w:pStyle w:val="TableParagraph"/>
              <w:spacing w:line="264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22.12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37"/>
              <w:rPr>
                <w:sz w:val="24"/>
                <w:lang w:val="en-US"/>
              </w:rPr>
            </w:pPr>
            <w:hyperlink r:id="rId38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406"/>
              <w:rPr>
                <w:sz w:val="24"/>
              </w:rPr>
            </w:pPr>
            <w:r w:rsidRPr="00867F2F">
              <w:rPr>
                <w:sz w:val="24"/>
              </w:rPr>
              <w:t>Проверка написания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звонких и глухих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согласных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на конце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08.01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476"/>
              <w:rPr>
                <w:sz w:val="24"/>
              </w:rPr>
            </w:pPr>
            <w:r w:rsidRPr="00867F2F">
              <w:rPr>
                <w:sz w:val="24"/>
              </w:rPr>
              <w:t>Картинный диктант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по теме: «Парные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звонкие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глухие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согласные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звуки»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10.01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39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49.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916"/>
              <w:rPr>
                <w:sz w:val="24"/>
              </w:rPr>
            </w:pPr>
            <w:r w:rsidRPr="00867F2F">
              <w:rPr>
                <w:sz w:val="24"/>
              </w:rPr>
              <w:t>Правила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правописания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словах.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Закрепление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знаний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12.01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37"/>
              <w:rPr>
                <w:sz w:val="24"/>
                <w:lang w:val="en-US"/>
              </w:rPr>
            </w:pPr>
            <w:hyperlink r:id="rId40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</w:tbl>
    <w:p w:rsidR="00B658E3" w:rsidRPr="009D49BE" w:rsidRDefault="00B658E3">
      <w:pPr>
        <w:spacing w:line="242" w:lineRule="auto"/>
        <w:rPr>
          <w:sz w:val="24"/>
          <w:lang w:val="en-US"/>
        </w:rPr>
        <w:sectPr w:rsidR="00B658E3" w:rsidRPr="009D49BE">
          <w:footerReference w:type="default" r:id="rId41"/>
          <w:pgSz w:w="11910" w:h="16840"/>
          <w:pgMar w:top="1580" w:right="20" w:bottom="280" w:left="760" w:header="0" w:footer="0" w:gutter="0"/>
          <w:cols w:space="720"/>
        </w:sectPr>
      </w:pPr>
    </w:p>
    <w:p w:rsidR="00B658E3" w:rsidRPr="009D49BE" w:rsidRDefault="00B658E3">
      <w:pPr>
        <w:pStyle w:val="BodyText"/>
        <w:spacing w:before="6"/>
        <w:rPr>
          <w:b/>
          <w:sz w:val="12"/>
          <w:lang w:val="en-US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916"/>
              <w:rPr>
                <w:sz w:val="24"/>
              </w:rPr>
            </w:pPr>
            <w:r w:rsidRPr="00867F2F">
              <w:rPr>
                <w:sz w:val="24"/>
              </w:rPr>
              <w:t>Правила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правописания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словах.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Закрепление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знаний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15.01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Tr="00867F2F">
        <w:trPr>
          <w:trHeight w:val="13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346"/>
              <w:rPr>
                <w:sz w:val="24"/>
              </w:rPr>
            </w:pPr>
            <w:r w:rsidRPr="00867F2F">
              <w:rPr>
                <w:sz w:val="24"/>
              </w:rPr>
              <w:t>Названия предметов</w:t>
            </w:r>
            <w:r w:rsidRPr="00867F2F">
              <w:rPr>
                <w:i/>
                <w:sz w:val="24"/>
              </w:rPr>
              <w:t>.</w:t>
            </w:r>
            <w:r w:rsidRPr="00867F2F">
              <w:rPr>
                <w:i/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Различение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предметов по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 «Кто?»,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 w:rsidRPr="00867F2F">
              <w:rPr>
                <w:sz w:val="24"/>
              </w:rPr>
              <w:t>«Что?»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17.01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384"/>
              <w:rPr>
                <w:sz w:val="24"/>
              </w:rPr>
            </w:pPr>
            <w:r w:rsidRPr="00867F2F">
              <w:rPr>
                <w:sz w:val="24"/>
              </w:rPr>
              <w:t>Обобщающее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название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для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группы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однородных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предметов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19.01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37"/>
              <w:rPr>
                <w:sz w:val="24"/>
                <w:lang w:val="en-US"/>
              </w:rPr>
            </w:pPr>
            <w:hyperlink r:id="rId42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названий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1158"/>
              <w:rPr>
                <w:sz w:val="24"/>
              </w:rPr>
            </w:pPr>
            <w:r w:rsidRPr="00867F2F">
              <w:rPr>
                <w:sz w:val="24"/>
              </w:rPr>
              <w:t>предметов из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предложения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22.01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135"/>
              <w:rPr>
                <w:sz w:val="24"/>
              </w:rPr>
            </w:pPr>
            <w:r w:rsidRPr="00867F2F">
              <w:rPr>
                <w:sz w:val="24"/>
              </w:rPr>
              <w:t>Большая буква в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именах,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отчествах,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416"/>
              <w:rPr>
                <w:sz w:val="24"/>
              </w:rPr>
            </w:pPr>
            <w:r w:rsidRPr="00867F2F">
              <w:rPr>
                <w:sz w:val="24"/>
              </w:rPr>
              <w:t>фамилиях людей и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кличках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животных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24.01</w:t>
            </w:r>
          </w:p>
        </w:tc>
        <w:tc>
          <w:tcPr>
            <w:tcW w:w="2071" w:type="dxa"/>
          </w:tcPr>
          <w:p w:rsidR="00B658E3" w:rsidRDefault="00B658E3" w:rsidP="00867F2F">
            <w:pPr>
              <w:pStyle w:val="TableParagraph"/>
              <w:spacing w:line="247" w:lineRule="exact"/>
              <w:ind w:left="108"/>
            </w:pPr>
            <w:hyperlink r:id="rId43">
              <w:r>
                <w:t>http://window.edu.ru</w:t>
              </w:r>
            </w:hyperlink>
          </w:p>
          <w:p w:rsidR="00B658E3" w:rsidRDefault="00B658E3" w:rsidP="00867F2F">
            <w:pPr>
              <w:pStyle w:val="TableParagraph"/>
              <w:spacing w:line="251" w:lineRule="exact"/>
              <w:ind w:left="108"/>
            </w:pPr>
            <w:r>
              <w:t>/window</w:t>
            </w:r>
          </w:p>
        </w:tc>
      </w:tr>
      <w:tr w:rsidR="00B658E3" w:rsidTr="00867F2F">
        <w:trPr>
          <w:trHeight w:val="13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9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Списывание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теме:</w:t>
            </w:r>
          </w:p>
          <w:p w:rsidR="00B658E3" w:rsidRPr="00867F2F" w:rsidRDefault="00B658E3" w:rsidP="00867F2F">
            <w:pPr>
              <w:pStyle w:val="TableParagraph"/>
              <w:ind w:left="216" w:right="443"/>
              <w:rPr>
                <w:sz w:val="24"/>
              </w:rPr>
            </w:pPr>
            <w:r w:rsidRPr="00867F2F">
              <w:rPr>
                <w:sz w:val="24"/>
              </w:rPr>
              <w:t>«Большая буква в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именах, фамилиях и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отчествах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людей,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кличках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животных»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26.01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RPr="00FD6FF1" w:rsidTr="00867F2F">
        <w:trPr>
          <w:trHeight w:val="1656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253"/>
              <w:rPr>
                <w:sz w:val="24"/>
              </w:rPr>
            </w:pPr>
            <w:r w:rsidRPr="00867F2F">
              <w:rPr>
                <w:sz w:val="24"/>
              </w:rPr>
              <w:t>Название действий.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Различение названий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</w:t>
            </w:r>
          </w:p>
          <w:p w:rsidR="00B658E3" w:rsidRPr="00867F2F" w:rsidRDefault="00B658E3" w:rsidP="00867F2F">
            <w:pPr>
              <w:pStyle w:val="TableParagraph"/>
              <w:spacing w:line="237" w:lineRule="auto"/>
              <w:ind w:left="216" w:right="1074"/>
              <w:rPr>
                <w:sz w:val="24"/>
              </w:rPr>
            </w:pPr>
            <w:r w:rsidRPr="00867F2F">
              <w:rPr>
                <w:sz w:val="24"/>
              </w:rPr>
              <w:t>«Что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делает?»,«Что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делают?»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29.01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44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1382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253"/>
              <w:rPr>
                <w:sz w:val="24"/>
              </w:rPr>
            </w:pPr>
            <w:r w:rsidRPr="00867F2F">
              <w:rPr>
                <w:sz w:val="24"/>
              </w:rPr>
              <w:t>Различение названий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</w:t>
            </w:r>
          </w:p>
          <w:p w:rsidR="00B658E3" w:rsidRPr="00867F2F" w:rsidRDefault="00B658E3" w:rsidP="00867F2F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«Что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1074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делает?»,«Что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делают?»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31.01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RPr="00FD6FF1" w:rsidTr="00867F2F">
        <w:trPr>
          <w:trHeight w:val="1656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253"/>
              <w:rPr>
                <w:sz w:val="24"/>
              </w:rPr>
            </w:pPr>
            <w:r w:rsidRPr="00867F2F">
              <w:rPr>
                <w:sz w:val="24"/>
              </w:rPr>
              <w:t>Различение названий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</w:t>
            </w:r>
          </w:p>
          <w:p w:rsidR="00B658E3" w:rsidRPr="00867F2F" w:rsidRDefault="00B658E3" w:rsidP="00867F2F">
            <w:pPr>
              <w:pStyle w:val="TableParagraph"/>
              <w:ind w:left="216" w:right="1176"/>
              <w:rPr>
                <w:sz w:val="24"/>
              </w:rPr>
            </w:pPr>
            <w:r w:rsidRPr="00867F2F">
              <w:rPr>
                <w:sz w:val="24"/>
              </w:rPr>
              <w:t>«Что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pacing w:val="-2"/>
                <w:sz w:val="24"/>
              </w:rPr>
              <w:t>делал?»,«Что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438"/>
              <w:rPr>
                <w:sz w:val="24"/>
              </w:rPr>
            </w:pPr>
            <w:r w:rsidRPr="00867F2F">
              <w:rPr>
                <w:sz w:val="24"/>
              </w:rPr>
              <w:t>делала? Что сделал?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Что</w:t>
            </w:r>
            <w:r w:rsidRPr="00867F2F">
              <w:rPr>
                <w:spacing w:val="4"/>
                <w:sz w:val="24"/>
              </w:rPr>
              <w:t xml:space="preserve"> </w:t>
            </w:r>
            <w:r w:rsidRPr="00867F2F">
              <w:rPr>
                <w:sz w:val="24"/>
              </w:rPr>
              <w:t>сделала?»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02.02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45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1656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59.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346"/>
              <w:rPr>
                <w:sz w:val="24"/>
              </w:rPr>
            </w:pPr>
            <w:r w:rsidRPr="00867F2F">
              <w:rPr>
                <w:sz w:val="24"/>
              </w:rPr>
              <w:t>Различение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вопросам: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«Что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делал?»,«Что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1301"/>
              <w:rPr>
                <w:sz w:val="24"/>
              </w:rPr>
            </w:pPr>
            <w:r w:rsidRPr="00867F2F">
              <w:rPr>
                <w:sz w:val="24"/>
              </w:rPr>
              <w:t>делала?</w:t>
            </w:r>
            <w:r w:rsidRPr="00867F2F">
              <w:rPr>
                <w:spacing w:val="-15"/>
                <w:sz w:val="24"/>
              </w:rPr>
              <w:t xml:space="preserve"> </w:t>
            </w:r>
            <w:r w:rsidRPr="00867F2F">
              <w:rPr>
                <w:sz w:val="24"/>
              </w:rPr>
              <w:t>Что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делали?»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05.02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названий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действий по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07.02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hyperlink r:id="rId46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</w:tbl>
    <w:p w:rsidR="00B658E3" w:rsidRDefault="00B658E3">
      <w:pPr>
        <w:spacing w:line="265" w:lineRule="exact"/>
        <w:rPr>
          <w:sz w:val="24"/>
        </w:rPr>
        <w:sectPr w:rsidR="00B658E3">
          <w:footerReference w:type="default" r:id="rId47"/>
          <w:pgSz w:w="11910" w:h="16840"/>
          <w:pgMar w:top="1580" w:right="20" w:bottom="280" w:left="760" w:header="0" w:footer="0" w:gutter="0"/>
          <w:cols w:space="720"/>
        </w:sectPr>
      </w:pPr>
    </w:p>
    <w:p w:rsidR="00B658E3" w:rsidRDefault="00B658E3">
      <w:pPr>
        <w:pStyle w:val="BodyText"/>
        <w:spacing w:before="6"/>
        <w:rPr>
          <w:b/>
          <w:sz w:val="12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Tr="00867F2F">
        <w:trPr>
          <w:trHeight w:val="1104"/>
        </w:trPr>
        <w:tc>
          <w:tcPr>
            <w:tcW w:w="96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1164"/>
              <w:rPr>
                <w:sz w:val="24"/>
              </w:rPr>
            </w:pPr>
            <w:r w:rsidRPr="00867F2F">
              <w:rPr>
                <w:sz w:val="24"/>
              </w:rPr>
              <w:t>«Что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делал?»,«Что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делала?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Что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делали?»</w:t>
            </w:r>
          </w:p>
        </w:tc>
        <w:tc>
          <w:tcPr>
            <w:tcW w:w="855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13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253"/>
              <w:rPr>
                <w:sz w:val="24"/>
              </w:rPr>
            </w:pPr>
            <w:r w:rsidRPr="00867F2F">
              <w:rPr>
                <w:sz w:val="24"/>
              </w:rPr>
              <w:t>Различение названий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</w:t>
            </w:r>
          </w:p>
          <w:p w:rsidR="00B658E3" w:rsidRPr="00867F2F" w:rsidRDefault="00B658E3" w:rsidP="00867F2F">
            <w:pPr>
              <w:pStyle w:val="TableParagraph"/>
              <w:spacing w:line="237" w:lineRule="auto"/>
              <w:ind w:left="216" w:right="1209"/>
              <w:rPr>
                <w:sz w:val="24"/>
              </w:rPr>
            </w:pPr>
            <w:r w:rsidRPr="00867F2F">
              <w:rPr>
                <w:sz w:val="24"/>
              </w:rPr>
              <w:t>«Что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сделает?</w:t>
            </w:r>
            <w:r w:rsidRPr="00867F2F">
              <w:rPr>
                <w:spacing w:val="-15"/>
                <w:sz w:val="24"/>
              </w:rPr>
              <w:t xml:space="preserve"> </w:t>
            </w:r>
            <w:r w:rsidRPr="00867F2F">
              <w:rPr>
                <w:sz w:val="24"/>
              </w:rPr>
              <w:t>Что</w:t>
            </w:r>
          </w:p>
          <w:p w:rsidR="00B658E3" w:rsidRPr="00867F2F" w:rsidRDefault="00B658E3" w:rsidP="00867F2F">
            <w:pPr>
              <w:pStyle w:val="TableParagraph"/>
              <w:spacing w:before="3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сделают?»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09.02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48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Постановка</w:t>
            </w:r>
            <w:r w:rsidRPr="00867F2F">
              <w:rPr>
                <w:spacing w:val="-13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вопросов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1269"/>
              <w:rPr>
                <w:sz w:val="24"/>
              </w:rPr>
            </w:pPr>
            <w:r w:rsidRPr="00867F2F">
              <w:rPr>
                <w:sz w:val="24"/>
              </w:rPr>
              <w:t>к названиям</w:t>
            </w:r>
            <w:r w:rsidRPr="00867F2F">
              <w:rPr>
                <w:spacing w:val="-58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12.02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347"/>
              <w:rPr>
                <w:sz w:val="24"/>
              </w:rPr>
            </w:pPr>
            <w:r w:rsidRPr="00867F2F">
              <w:rPr>
                <w:spacing w:val="-2"/>
                <w:sz w:val="24"/>
              </w:rPr>
              <w:t xml:space="preserve">Постановка </w:t>
            </w:r>
            <w:r w:rsidRPr="00867F2F">
              <w:rPr>
                <w:spacing w:val="-1"/>
                <w:sz w:val="24"/>
              </w:rPr>
              <w:t>вопросов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к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названиям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действий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14.02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138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742"/>
              <w:rPr>
                <w:sz w:val="24"/>
              </w:rPr>
            </w:pPr>
            <w:r w:rsidRPr="00867F2F">
              <w:rPr>
                <w:sz w:val="24"/>
              </w:rPr>
              <w:t>Подбор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к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названиям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1088"/>
              <w:rPr>
                <w:sz w:val="24"/>
              </w:rPr>
            </w:pPr>
            <w:r w:rsidRPr="00867F2F">
              <w:rPr>
                <w:sz w:val="24"/>
              </w:rPr>
              <w:t>Предметов по</w:t>
            </w:r>
            <w:r w:rsidRPr="00867F2F">
              <w:rPr>
                <w:spacing w:val="-58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16.02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107"/>
              <w:jc w:val="both"/>
              <w:rPr>
                <w:sz w:val="24"/>
              </w:rPr>
            </w:pPr>
            <w:r w:rsidRPr="00867F2F">
              <w:rPr>
                <w:sz w:val="24"/>
              </w:rPr>
              <w:t>Контрольная работа по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теме «Подбор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к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названиям</w:t>
            </w:r>
          </w:p>
          <w:p w:rsidR="00B658E3" w:rsidRPr="00867F2F" w:rsidRDefault="00B658E3" w:rsidP="00867F2F">
            <w:pPr>
              <w:pStyle w:val="TableParagraph"/>
              <w:spacing w:line="264" w:lineRule="exact"/>
              <w:ind w:left="336"/>
              <w:rPr>
                <w:sz w:val="24"/>
              </w:rPr>
            </w:pPr>
            <w:r w:rsidRPr="00867F2F">
              <w:rPr>
                <w:sz w:val="24"/>
              </w:rPr>
              <w:t>вопросам»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19.02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49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RPr="00FD6FF1" w:rsidTr="00867F2F">
        <w:trPr>
          <w:trHeight w:val="1656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278"/>
              <w:rPr>
                <w:sz w:val="24"/>
              </w:rPr>
            </w:pPr>
            <w:r w:rsidRPr="00867F2F">
              <w:rPr>
                <w:sz w:val="24"/>
              </w:rPr>
              <w:t>Названиепризнаков.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Определение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признака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предмета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вопросам: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948"/>
              <w:rPr>
                <w:sz w:val="24"/>
              </w:rPr>
            </w:pPr>
            <w:r w:rsidRPr="00867F2F">
              <w:rPr>
                <w:sz w:val="24"/>
              </w:rPr>
              <w:t>«Какой?</w:t>
            </w:r>
            <w:r w:rsidRPr="00867F2F">
              <w:rPr>
                <w:spacing w:val="-15"/>
                <w:sz w:val="24"/>
              </w:rPr>
              <w:t xml:space="preserve"> </w:t>
            </w:r>
            <w:r w:rsidRPr="00867F2F">
              <w:rPr>
                <w:sz w:val="24"/>
              </w:rPr>
              <w:t>какая?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какое?</w:t>
            </w:r>
            <w:r w:rsidRPr="00867F2F">
              <w:rPr>
                <w:spacing w:val="-11"/>
                <w:sz w:val="24"/>
              </w:rPr>
              <w:t xml:space="preserve"> </w:t>
            </w:r>
            <w:r w:rsidRPr="00867F2F">
              <w:rPr>
                <w:sz w:val="24"/>
              </w:rPr>
              <w:t>какие?»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21.02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50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RPr="00FD6FF1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209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Определение</w:t>
            </w:r>
            <w:r w:rsidRPr="00867F2F">
              <w:rPr>
                <w:spacing w:val="-12"/>
                <w:sz w:val="24"/>
              </w:rPr>
              <w:t xml:space="preserve"> </w:t>
            </w:r>
            <w:r w:rsidRPr="00867F2F">
              <w:rPr>
                <w:spacing w:val="-1"/>
                <w:sz w:val="24"/>
              </w:rPr>
              <w:t>признака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предмета по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вопросам«Какой?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какая?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какое?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какие?»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26.02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51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Различение</w:t>
            </w:r>
            <w:r w:rsidRPr="00867F2F">
              <w:rPr>
                <w:spacing w:val="-14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предметов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по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их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признакам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28.02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52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69.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227"/>
              <w:rPr>
                <w:sz w:val="24"/>
              </w:rPr>
            </w:pPr>
            <w:r w:rsidRPr="00867F2F">
              <w:rPr>
                <w:spacing w:val="-1"/>
                <w:sz w:val="24"/>
              </w:rPr>
              <w:t>Различение предметов</w:t>
            </w:r>
            <w:r w:rsidRPr="00867F2F">
              <w:rPr>
                <w:spacing w:val="-58"/>
                <w:sz w:val="24"/>
              </w:rPr>
              <w:t xml:space="preserve"> </w:t>
            </w:r>
            <w:r w:rsidRPr="00867F2F">
              <w:rPr>
                <w:sz w:val="24"/>
              </w:rPr>
              <w:t>по их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признакам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01.03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53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RPr="00FD6FF1" w:rsidTr="00867F2F">
        <w:trPr>
          <w:trHeight w:val="110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347"/>
              <w:rPr>
                <w:sz w:val="24"/>
              </w:rPr>
            </w:pPr>
            <w:r w:rsidRPr="00867F2F">
              <w:rPr>
                <w:spacing w:val="-2"/>
                <w:sz w:val="24"/>
              </w:rPr>
              <w:t xml:space="preserve">Постановка </w:t>
            </w:r>
            <w:r w:rsidRPr="00867F2F">
              <w:rPr>
                <w:spacing w:val="-1"/>
                <w:sz w:val="24"/>
              </w:rPr>
              <w:t>вопросов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к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284"/>
              <w:rPr>
                <w:sz w:val="24"/>
              </w:rPr>
            </w:pPr>
            <w:r w:rsidRPr="00867F2F">
              <w:rPr>
                <w:sz w:val="24"/>
              </w:rPr>
              <w:t>Названиям признаков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04.03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54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RPr="00FD6FF1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347"/>
              <w:rPr>
                <w:sz w:val="24"/>
              </w:rPr>
            </w:pPr>
            <w:r w:rsidRPr="00867F2F">
              <w:rPr>
                <w:spacing w:val="-2"/>
                <w:sz w:val="24"/>
              </w:rPr>
              <w:t xml:space="preserve">Постановка </w:t>
            </w:r>
            <w:r w:rsidRPr="00867F2F">
              <w:rPr>
                <w:spacing w:val="-1"/>
                <w:sz w:val="24"/>
              </w:rPr>
              <w:t>вопросов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к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284"/>
              <w:rPr>
                <w:sz w:val="24"/>
              </w:rPr>
            </w:pPr>
            <w:r w:rsidRPr="00867F2F">
              <w:rPr>
                <w:sz w:val="24"/>
              </w:rPr>
              <w:t>Названиям признаков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06.03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55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380"/>
              <w:rPr>
                <w:sz w:val="24"/>
              </w:rPr>
            </w:pPr>
            <w:r w:rsidRPr="00867F2F">
              <w:rPr>
                <w:sz w:val="24"/>
              </w:rPr>
              <w:t>Выделение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признаков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предмета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из предложения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08.03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56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</w:tbl>
    <w:p w:rsidR="00B658E3" w:rsidRPr="009D49BE" w:rsidRDefault="00B658E3">
      <w:pPr>
        <w:spacing w:line="237" w:lineRule="auto"/>
        <w:rPr>
          <w:sz w:val="24"/>
          <w:lang w:val="en-US"/>
        </w:rPr>
        <w:sectPr w:rsidR="00B658E3" w:rsidRPr="009D49BE">
          <w:footerReference w:type="default" r:id="rId57"/>
          <w:pgSz w:w="11910" w:h="16840"/>
          <w:pgMar w:top="1580" w:right="20" w:bottom="280" w:left="760" w:header="0" w:footer="0" w:gutter="0"/>
          <w:cols w:space="720"/>
        </w:sectPr>
      </w:pPr>
    </w:p>
    <w:p w:rsidR="00B658E3" w:rsidRPr="009D49BE" w:rsidRDefault="00B658E3">
      <w:pPr>
        <w:pStyle w:val="BodyText"/>
        <w:spacing w:before="6"/>
        <w:rPr>
          <w:b/>
          <w:sz w:val="12"/>
          <w:lang w:val="en-US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RPr="00FD6FF1" w:rsidTr="00867F2F">
        <w:trPr>
          <w:trHeight w:val="13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380"/>
              <w:rPr>
                <w:sz w:val="24"/>
              </w:rPr>
            </w:pPr>
            <w:r w:rsidRPr="00867F2F">
              <w:rPr>
                <w:sz w:val="24"/>
              </w:rPr>
              <w:t>Выделение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признаков предмета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из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предложения.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Контрольное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Списывание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по теме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11.03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37"/>
              <w:rPr>
                <w:sz w:val="24"/>
                <w:lang w:val="en-US"/>
              </w:rPr>
            </w:pPr>
            <w:hyperlink r:id="rId58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Название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предметов,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действий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признаков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13.03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59">
              <w:r w:rsidRPr="00867F2F">
                <w:rPr>
                  <w:sz w:val="24"/>
                </w:rPr>
                <w:t>http://festival.1sept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sz w:val="24"/>
              </w:rPr>
              <w:t>ember.ru/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названий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459"/>
              <w:rPr>
                <w:sz w:val="24"/>
              </w:rPr>
            </w:pPr>
            <w:r w:rsidRPr="00867F2F">
              <w:rPr>
                <w:sz w:val="24"/>
              </w:rPr>
              <w:t>признаков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из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15.03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0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Tr="00867F2F">
        <w:trPr>
          <w:trHeight w:val="13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ind w:left="216" w:right="380"/>
              <w:rPr>
                <w:sz w:val="24"/>
              </w:rPr>
            </w:pPr>
            <w:r w:rsidRPr="00867F2F">
              <w:rPr>
                <w:sz w:val="24"/>
              </w:rPr>
              <w:t>Выделение названий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признаков предмета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из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предложения.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Контрольное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Списывание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по теме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18.03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Название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предметов,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действий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и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признаков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20.03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613"/>
              <w:rPr>
                <w:sz w:val="24"/>
              </w:rPr>
            </w:pPr>
            <w:r w:rsidRPr="00867F2F">
              <w:rPr>
                <w:sz w:val="24"/>
              </w:rPr>
              <w:t>Предлоги К,ПО со</w:t>
            </w:r>
            <w:r w:rsidRPr="00867F2F">
              <w:rPr>
                <w:spacing w:val="-58"/>
                <w:sz w:val="24"/>
              </w:rPr>
              <w:t xml:space="preserve"> </w:t>
            </w:r>
            <w:r w:rsidRPr="00867F2F">
              <w:rPr>
                <w:sz w:val="24"/>
              </w:rPr>
              <w:t>словами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22.03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before="9"/>
              <w:rPr>
                <w:b/>
                <w:lang w:val="en-US"/>
              </w:rPr>
            </w:pPr>
          </w:p>
          <w:p w:rsidR="00B658E3" w:rsidRPr="00867F2F" w:rsidRDefault="00B658E3" w:rsidP="00867F2F">
            <w:pPr>
              <w:pStyle w:val="TableParagraph"/>
              <w:spacing w:line="274" w:lineRule="exact"/>
              <w:ind w:left="108" w:right="137"/>
              <w:rPr>
                <w:sz w:val="24"/>
                <w:lang w:val="en-US"/>
              </w:rPr>
            </w:pPr>
            <w:hyperlink r:id="rId61">
              <w:r w:rsidRPr="00867F2F">
                <w:rPr>
                  <w:color w:val="000009"/>
                  <w:spacing w:val="-1"/>
                  <w:sz w:val="24"/>
                  <w:lang w:val="en-US"/>
                </w:rPr>
                <w:t>http://window.edu.</w:t>
              </w:r>
            </w:hyperlink>
            <w:r w:rsidRPr="00867F2F">
              <w:rPr>
                <w:color w:val="000009"/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color w:val="000009"/>
                <w:sz w:val="24"/>
                <w:lang w:val="en-US"/>
              </w:rPr>
              <w:t>ru/window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79.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Предлог ОТ со</w:t>
            </w:r>
            <w:r w:rsidRPr="00867F2F">
              <w:rPr>
                <w:spacing w:val="-7"/>
                <w:sz w:val="24"/>
              </w:rPr>
              <w:t xml:space="preserve"> </w:t>
            </w:r>
            <w:r w:rsidRPr="00867F2F">
              <w:rPr>
                <w:sz w:val="24"/>
              </w:rPr>
              <w:t>словами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01.04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658E3" w:rsidRPr="00867F2F" w:rsidRDefault="00B658E3" w:rsidP="00867F2F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hyperlink r:id="rId62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Предлоги НАД, ПОД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со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03.04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Предлог</w:t>
            </w:r>
            <w:r w:rsidRPr="00867F2F">
              <w:rPr>
                <w:spacing w:val="2"/>
                <w:sz w:val="24"/>
              </w:rPr>
              <w:t xml:space="preserve"> </w:t>
            </w:r>
            <w:r w:rsidRPr="00867F2F">
              <w:rPr>
                <w:sz w:val="24"/>
              </w:rPr>
              <w:t>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со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05.04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3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375"/>
              <w:rPr>
                <w:sz w:val="24"/>
              </w:rPr>
            </w:pPr>
            <w:r w:rsidRPr="00867F2F">
              <w:rPr>
                <w:sz w:val="24"/>
              </w:rPr>
              <w:t>Предлоги К, ПО,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НАД,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ПОД,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ОТ,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со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08.04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64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375"/>
              <w:rPr>
                <w:sz w:val="24"/>
              </w:rPr>
            </w:pPr>
            <w:r w:rsidRPr="00867F2F">
              <w:rPr>
                <w:sz w:val="24"/>
              </w:rPr>
              <w:t>Предлоги К, ПО,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НАД,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ПОД,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ОТ,</w:t>
            </w:r>
            <w:r w:rsidRPr="00867F2F">
              <w:rPr>
                <w:spacing w:val="-8"/>
                <w:sz w:val="24"/>
              </w:rPr>
              <w:t xml:space="preserve"> </w:t>
            </w:r>
            <w:r w:rsidRPr="00867F2F">
              <w:rPr>
                <w:sz w:val="24"/>
              </w:rPr>
              <w:t>О</w:t>
            </w:r>
            <w:r w:rsidRPr="00867F2F">
              <w:rPr>
                <w:spacing w:val="-6"/>
                <w:sz w:val="24"/>
              </w:rPr>
              <w:t xml:space="preserve"> </w:t>
            </w:r>
            <w:r w:rsidRPr="00867F2F">
              <w:rPr>
                <w:sz w:val="24"/>
              </w:rPr>
              <w:t>со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словами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10.04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Tr="00867F2F">
        <w:trPr>
          <w:trHeight w:val="552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Проверочная</w:t>
            </w:r>
            <w:r w:rsidRPr="00867F2F">
              <w:rPr>
                <w:spacing w:val="-5"/>
                <w:sz w:val="24"/>
              </w:rPr>
              <w:t xml:space="preserve"> </w:t>
            </w:r>
            <w:r w:rsidRPr="00867F2F">
              <w:rPr>
                <w:sz w:val="24"/>
              </w:rPr>
              <w:t>работа</w:t>
            </w:r>
            <w:r w:rsidRPr="00867F2F">
              <w:rPr>
                <w:spacing w:val="-4"/>
                <w:sz w:val="24"/>
              </w:rPr>
              <w:t xml:space="preserve"> </w:t>
            </w:r>
            <w:r w:rsidRPr="00867F2F">
              <w:rPr>
                <w:sz w:val="24"/>
              </w:rPr>
              <w:t>по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теме:«Предлоги»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12.04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5">
              <w:r w:rsidRPr="00867F2F">
                <w:rPr>
                  <w:color w:val="000009"/>
                  <w:sz w:val="24"/>
                </w:rPr>
                <w:t>http://window.edu.</w:t>
              </w:r>
            </w:hyperlink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 w:rsidRPr="00867F2F">
              <w:rPr>
                <w:color w:val="000009"/>
                <w:sz w:val="24"/>
              </w:rPr>
              <w:t>ru/window</w:t>
            </w: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875"/>
              <w:rPr>
                <w:sz w:val="24"/>
              </w:rPr>
            </w:pPr>
            <w:r w:rsidRPr="00867F2F">
              <w:rPr>
                <w:sz w:val="24"/>
              </w:rPr>
              <w:t>предложения из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15.04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66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875"/>
              <w:rPr>
                <w:sz w:val="24"/>
              </w:rPr>
            </w:pPr>
            <w:r w:rsidRPr="00867F2F">
              <w:rPr>
                <w:sz w:val="24"/>
              </w:rPr>
              <w:t>предложения из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17.04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7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RPr="00FD6FF1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tabs>
                <w:tab w:val="left" w:pos="1750"/>
              </w:tabs>
              <w:spacing w:line="237" w:lineRule="auto"/>
              <w:ind w:left="216" w:right="869"/>
              <w:rPr>
                <w:sz w:val="24"/>
              </w:rPr>
            </w:pPr>
            <w:r w:rsidRPr="00867F2F">
              <w:rPr>
                <w:sz w:val="24"/>
              </w:rPr>
              <w:t>Предложение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законченное</w:t>
            </w:r>
            <w:r w:rsidRPr="00867F2F">
              <w:rPr>
                <w:sz w:val="24"/>
              </w:rPr>
              <w:tab/>
            </w:r>
            <w:r w:rsidRPr="00867F2F">
              <w:rPr>
                <w:spacing w:val="-4"/>
                <w:sz w:val="24"/>
              </w:rPr>
              <w:t>и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незаконченное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19.04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68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</w:p>
          <w:p w:rsidR="00B658E3" w:rsidRPr="00867F2F" w:rsidRDefault="00B658E3" w:rsidP="00867F2F">
            <w:pPr>
              <w:pStyle w:val="TableParagraph"/>
              <w:spacing w:line="274" w:lineRule="exact"/>
              <w:ind w:left="216" w:right="875"/>
              <w:rPr>
                <w:sz w:val="24"/>
              </w:rPr>
            </w:pPr>
            <w:r w:rsidRPr="00867F2F">
              <w:rPr>
                <w:sz w:val="24"/>
              </w:rPr>
              <w:t>предложения из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22.04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</w:tr>
      <w:tr w:rsidR="00B658E3" w:rsidRPr="00FD6FF1" w:rsidTr="00867F2F">
        <w:trPr>
          <w:trHeight w:val="829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89.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216" w:right="875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 из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4"/>
              </w:rPr>
            </w:pPr>
            <w:r w:rsidRPr="00867F2F">
              <w:rPr>
                <w:sz w:val="24"/>
              </w:rPr>
              <w:t>24.04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69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</w:tbl>
    <w:p w:rsidR="00B658E3" w:rsidRPr="009D49BE" w:rsidRDefault="00B658E3">
      <w:pPr>
        <w:spacing w:line="237" w:lineRule="auto"/>
        <w:rPr>
          <w:sz w:val="24"/>
          <w:lang w:val="en-US"/>
        </w:rPr>
        <w:sectPr w:rsidR="00B658E3" w:rsidRPr="009D49BE">
          <w:footerReference w:type="default" r:id="rId70"/>
          <w:pgSz w:w="11910" w:h="16840"/>
          <w:pgMar w:top="1580" w:right="20" w:bottom="280" w:left="760" w:header="0" w:footer="0" w:gutter="0"/>
          <w:cols w:space="720"/>
        </w:sectPr>
      </w:pPr>
    </w:p>
    <w:p w:rsidR="00B658E3" w:rsidRPr="009D49BE" w:rsidRDefault="00B658E3">
      <w:pPr>
        <w:pStyle w:val="BodyText"/>
        <w:spacing w:before="6"/>
        <w:rPr>
          <w:b/>
          <w:sz w:val="12"/>
          <w:lang w:val="en-US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2761"/>
        <w:gridCol w:w="855"/>
        <w:gridCol w:w="1700"/>
        <w:gridCol w:w="1561"/>
        <w:gridCol w:w="990"/>
        <w:gridCol w:w="2071"/>
      </w:tblGrid>
      <w:tr w:rsidR="00B658E3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884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</w:t>
            </w:r>
            <w:r w:rsidRPr="00867F2F">
              <w:rPr>
                <w:spacing w:val="-9"/>
                <w:sz w:val="24"/>
              </w:rPr>
              <w:t xml:space="preserve"> </w:t>
            </w:r>
            <w:r w:rsidRPr="00867F2F">
              <w:rPr>
                <w:sz w:val="24"/>
              </w:rPr>
              <w:t>из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26.04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71">
              <w:r w:rsidRPr="00867F2F">
                <w:rPr>
                  <w:color w:val="0000FF"/>
                  <w:sz w:val="24"/>
                  <w:u w:val="single" w:color="0000FF"/>
                </w:rPr>
                <w:t>http://allmath.ru/</w:t>
              </w:r>
            </w:hyperlink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4" w:lineRule="exact"/>
              <w:ind w:left="216" w:right="875"/>
              <w:rPr>
                <w:sz w:val="24"/>
              </w:rPr>
            </w:pPr>
            <w:r w:rsidRPr="00867F2F">
              <w:rPr>
                <w:sz w:val="24"/>
              </w:rPr>
              <w:t>Выделение</w:t>
            </w:r>
            <w:r w:rsidRPr="00867F2F">
              <w:rPr>
                <w:spacing w:val="1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предложения из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текста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29.04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RPr="00FD6FF1" w:rsidTr="00867F2F">
        <w:trPr>
          <w:trHeight w:val="1104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939"/>
              <w:rPr>
                <w:sz w:val="24"/>
              </w:rPr>
            </w:pPr>
            <w:r w:rsidRPr="00867F2F">
              <w:rPr>
                <w:sz w:val="24"/>
              </w:rPr>
              <w:t>Порядок слов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06.05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72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93.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Порядок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слов в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08.05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73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94.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Составление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13.05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95.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216" w:right="939"/>
              <w:rPr>
                <w:sz w:val="24"/>
              </w:rPr>
            </w:pPr>
            <w:r w:rsidRPr="00867F2F">
              <w:rPr>
                <w:sz w:val="24"/>
              </w:rPr>
              <w:t>Порядок слов в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15.05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42" w:lineRule="auto"/>
              <w:ind w:left="108" w:right="107"/>
              <w:rPr>
                <w:sz w:val="24"/>
                <w:lang w:val="en-US"/>
              </w:rPr>
            </w:pPr>
            <w:hyperlink r:id="rId74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96.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7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Порядок</w:t>
            </w:r>
            <w:r w:rsidRPr="00867F2F">
              <w:rPr>
                <w:spacing w:val="-3"/>
                <w:sz w:val="24"/>
              </w:rPr>
              <w:t xml:space="preserve"> </w:t>
            </w:r>
            <w:r w:rsidRPr="00867F2F">
              <w:rPr>
                <w:sz w:val="24"/>
              </w:rPr>
              <w:t>слов в</w:t>
            </w:r>
          </w:p>
          <w:p w:rsidR="00B658E3" w:rsidRPr="00867F2F" w:rsidRDefault="00B658E3" w:rsidP="00867F2F">
            <w:pPr>
              <w:pStyle w:val="TableParagraph"/>
              <w:spacing w:line="265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предложении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17.05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Tr="00867F2F">
        <w:trPr>
          <w:trHeight w:val="825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97.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216" w:right="921"/>
              <w:rPr>
                <w:sz w:val="24"/>
              </w:rPr>
            </w:pPr>
            <w:r w:rsidRPr="00867F2F">
              <w:rPr>
                <w:spacing w:val="-2"/>
                <w:sz w:val="24"/>
              </w:rPr>
              <w:t>Слово. Правила</w:t>
            </w:r>
            <w:r w:rsidRPr="00867F2F">
              <w:rPr>
                <w:spacing w:val="-57"/>
                <w:sz w:val="24"/>
              </w:rPr>
              <w:t xml:space="preserve"> </w:t>
            </w:r>
            <w:r w:rsidRPr="00867F2F">
              <w:rPr>
                <w:sz w:val="24"/>
              </w:rPr>
              <w:t>правописания</w:t>
            </w:r>
            <w:r w:rsidRPr="00867F2F">
              <w:rPr>
                <w:spacing w:val="-11"/>
                <w:sz w:val="24"/>
              </w:rPr>
              <w:t xml:space="preserve"> </w:t>
            </w:r>
            <w:r w:rsidRPr="00867F2F">
              <w:rPr>
                <w:sz w:val="24"/>
              </w:rPr>
              <w:t>в</w:t>
            </w:r>
          </w:p>
          <w:p w:rsidR="00B658E3" w:rsidRPr="00867F2F" w:rsidRDefault="00B658E3" w:rsidP="00867F2F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слове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20.05</w:t>
            </w:r>
          </w:p>
        </w:tc>
        <w:tc>
          <w:tcPr>
            <w:tcW w:w="2071" w:type="dxa"/>
          </w:tcPr>
          <w:p w:rsidR="00B658E3" w:rsidRDefault="00B658E3">
            <w:pPr>
              <w:pStyle w:val="TableParagraph"/>
            </w:pPr>
          </w:p>
        </w:tc>
      </w:tr>
      <w:tr w:rsidR="00B658E3" w:rsidTr="00867F2F">
        <w:trPr>
          <w:trHeight w:val="551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98.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Название</w:t>
            </w:r>
            <w:r w:rsidRPr="00867F2F">
              <w:rPr>
                <w:spacing w:val="-2"/>
                <w:sz w:val="24"/>
              </w:rPr>
              <w:t xml:space="preserve"> </w:t>
            </w:r>
            <w:r w:rsidRPr="00867F2F">
              <w:rPr>
                <w:sz w:val="24"/>
              </w:rPr>
              <w:t>предметов</w:t>
            </w:r>
          </w:p>
          <w:p w:rsidR="00B658E3" w:rsidRPr="00867F2F" w:rsidRDefault="00B658E3" w:rsidP="00867F2F">
            <w:pPr>
              <w:pStyle w:val="TableParagraph"/>
              <w:spacing w:before="2" w:line="261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и</w:t>
            </w:r>
            <w:r w:rsidRPr="00867F2F">
              <w:rPr>
                <w:spacing w:val="-1"/>
                <w:sz w:val="24"/>
              </w:rPr>
              <w:t xml:space="preserve"> </w:t>
            </w:r>
            <w:r w:rsidRPr="00867F2F">
              <w:rPr>
                <w:sz w:val="24"/>
              </w:rPr>
              <w:t>признаков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22.05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75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99.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Названия</w:t>
            </w:r>
            <w:r w:rsidRPr="00867F2F">
              <w:rPr>
                <w:spacing w:val="-9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24.05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76">
              <w:r w:rsidRPr="00867F2F">
                <w:rPr>
                  <w:sz w:val="24"/>
                </w:rPr>
                <w:t>http://allmath.ru/</w:t>
              </w:r>
            </w:hyperlink>
          </w:p>
        </w:tc>
      </w:tr>
      <w:tr w:rsidR="00B658E3" w:rsidTr="00867F2F">
        <w:trPr>
          <w:trHeight w:val="273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53" w:lineRule="exact"/>
              <w:ind w:right="5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100.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53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Названия</w:t>
            </w:r>
            <w:r w:rsidRPr="00867F2F">
              <w:rPr>
                <w:spacing w:val="-9"/>
                <w:sz w:val="24"/>
              </w:rPr>
              <w:t xml:space="preserve"> </w:t>
            </w:r>
            <w:r w:rsidRPr="00867F2F">
              <w:rPr>
                <w:sz w:val="24"/>
              </w:rPr>
              <w:t>действий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  <w:r w:rsidRPr="00867F2F">
              <w:rPr>
                <w:sz w:val="20"/>
              </w:rPr>
              <w:t>27.05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</w:tr>
      <w:tr w:rsidR="00B658E3" w:rsidRPr="00FD6FF1" w:rsidTr="00867F2F">
        <w:trPr>
          <w:trHeight w:val="830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right="5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101.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before="1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Default="00B658E3">
            <w:pPr>
              <w:pStyle w:val="TableParagraph"/>
            </w:pPr>
          </w:p>
        </w:tc>
        <w:tc>
          <w:tcPr>
            <w:tcW w:w="1561" w:type="dxa"/>
          </w:tcPr>
          <w:p w:rsidR="00B658E3" w:rsidRDefault="00B658E3">
            <w:pPr>
              <w:pStyle w:val="TableParagraph"/>
            </w:pPr>
          </w:p>
        </w:tc>
        <w:tc>
          <w:tcPr>
            <w:tcW w:w="990" w:type="dxa"/>
          </w:tcPr>
          <w:p w:rsidR="00B658E3" w:rsidRDefault="00B658E3">
            <w:pPr>
              <w:pStyle w:val="TableParagraph"/>
            </w:pPr>
            <w:r>
              <w:t>29.05</w:t>
            </w:r>
          </w:p>
        </w:tc>
        <w:tc>
          <w:tcPr>
            <w:tcW w:w="2071" w:type="dxa"/>
          </w:tcPr>
          <w:p w:rsidR="00B658E3" w:rsidRPr="00867F2F" w:rsidRDefault="00B658E3" w:rsidP="00867F2F">
            <w:pPr>
              <w:pStyle w:val="TableParagraph"/>
              <w:spacing w:line="237" w:lineRule="auto"/>
              <w:ind w:left="108" w:right="107"/>
              <w:rPr>
                <w:sz w:val="24"/>
                <w:lang w:val="en-US"/>
              </w:rPr>
            </w:pPr>
            <w:hyperlink r:id="rId77">
              <w:r w:rsidRPr="00867F2F">
                <w:rPr>
                  <w:spacing w:val="-1"/>
                  <w:sz w:val="24"/>
                  <w:lang w:val="en-US"/>
                </w:rPr>
                <w:t>http://festival.1sept</w:t>
              </w:r>
            </w:hyperlink>
            <w:r w:rsidRPr="00867F2F">
              <w:rPr>
                <w:spacing w:val="-57"/>
                <w:sz w:val="24"/>
                <w:lang w:val="en-US"/>
              </w:rPr>
              <w:t xml:space="preserve"> </w:t>
            </w:r>
            <w:r w:rsidRPr="00867F2F">
              <w:rPr>
                <w:sz w:val="24"/>
                <w:lang w:val="en-US"/>
              </w:rPr>
              <w:t>ember.ru/</w:t>
            </w:r>
          </w:p>
        </w:tc>
      </w:tr>
      <w:tr w:rsidR="00B658E3" w:rsidTr="00867F2F">
        <w:trPr>
          <w:trHeight w:val="277"/>
        </w:trPr>
        <w:tc>
          <w:tcPr>
            <w:tcW w:w="960" w:type="dxa"/>
          </w:tcPr>
          <w:p w:rsidR="00B658E3" w:rsidRPr="00867F2F" w:rsidRDefault="00B658E3" w:rsidP="00867F2F"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 w:rsidRPr="00867F2F">
              <w:rPr>
                <w:sz w:val="24"/>
              </w:rPr>
              <w:t>102.</w:t>
            </w:r>
          </w:p>
        </w:tc>
        <w:tc>
          <w:tcPr>
            <w:tcW w:w="2761" w:type="dxa"/>
          </w:tcPr>
          <w:p w:rsidR="00B658E3" w:rsidRPr="00867F2F" w:rsidRDefault="00B658E3" w:rsidP="00867F2F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 w:rsidRPr="00867F2F">
              <w:rPr>
                <w:sz w:val="24"/>
              </w:rPr>
              <w:t>Предложение</w:t>
            </w:r>
          </w:p>
        </w:tc>
        <w:tc>
          <w:tcPr>
            <w:tcW w:w="855" w:type="dxa"/>
          </w:tcPr>
          <w:p w:rsidR="00B658E3" w:rsidRPr="00867F2F" w:rsidRDefault="00B658E3" w:rsidP="00867F2F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 w:rsidRPr="00867F2F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  <w:r w:rsidRPr="00867F2F">
              <w:rPr>
                <w:sz w:val="20"/>
              </w:rPr>
              <w:t>31.05</w:t>
            </w: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</w:tr>
      <w:tr w:rsidR="00B658E3" w:rsidTr="00867F2F">
        <w:trPr>
          <w:trHeight w:val="273"/>
        </w:trPr>
        <w:tc>
          <w:tcPr>
            <w:tcW w:w="960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B658E3" w:rsidRDefault="00B658E3" w:rsidP="00867F2F">
            <w:pPr>
              <w:pStyle w:val="TableParagraph"/>
              <w:spacing w:line="245" w:lineRule="exact"/>
              <w:ind w:left="91" w:right="86"/>
              <w:jc w:val="center"/>
            </w:pPr>
            <w:r>
              <w:t>102</w:t>
            </w:r>
          </w:p>
        </w:tc>
        <w:tc>
          <w:tcPr>
            <w:tcW w:w="1700" w:type="dxa"/>
          </w:tcPr>
          <w:p w:rsidR="00B658E3" w:rsidRPr="00867F2F" w:rsidRDefault="00B658E3" w:rsidP="00867F2F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 w:rsidRPr="00867F2F">
              <w:rPr>
                <w:sz w:val="24"/>
              </w:rPr>
              <w:t>7</w:t>
            </w:r>
          </w:p>
        </w:tc>
        <w:tc>
          <w:tcPr>
            <w:tcW w:w="156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  <w:tc>
          <w:tcPr>
            <w:tcW w:w="2071" w:type="dxa"/>
          </w:tcPr>
          <w:p w:rsidR="00B658E3" w:rsidRPr="00867F2F" w:rsidRDefault="00B658E3">
            <w:pPr>
              <w:pStyle w:val="TableParagraph"/>
              <w:rPr>
                <w:sz w:val="20"/>
              </w:rPr>
            </w:pPr>
          </w:p>
        </w:tc>
      </w:tr>
    </w:tbl>
    <w:p w:rsidR="00B658E3" w:rsidRDefault="00B658E3">
      <w:pPr>
        <w:rPr>
          <w:sz w:val="20"/>
        </w:rPr>
        <w:sectPr w:rsidR="00B658E3">
          <w:footerReference w:type="default" r:id="rId78"/>
          <w:pgSz w:w="11910" w:h="16840"/>
          <w:pgMar w:top="1580" w:right="20" w:bottom="280" w:left="760" w:header="0" w:footer="0" w:gutter="0"/>
          <w:cols w:space="720"/>
        </w:sectPr>
      </w:pPr>
    </w:p>
    <w:p w:rsidR="00B658E3" w:rsidRDefault="00B658E3">
      <w:pPr>
        <w:spacing w:before="143" w:line="237" w:lineRule="auto"/>
        <w:ind w:left="440" w:right="2732"/>
        <w:rPr>
          <w:b/>
          <w:sz w:val="24"/>
        </w:rPr>
      </w:pPr>
      <w:r>
        <w:rPr>
          <w:b/>
          <w:color w:val="333333"/>
          <w:sz w:val="24"/>
        </w:rPr>
        <w:t>УЧЕБНО-МЕТОДИЧЕСКОЕ ОБЕСПЕЧЕНИЕ ОБРАЗОВАТЕЛЬНОГО</w:t>
      </w:r>
      <w:r>
        <w:rPr>
          <w:b/>
          <w:color w:val="333333"/>
          <w:spacing w:val="-57"/>
          <w:sz w:val="24"/>
        </w:rPr>
        <w:t xml:space="preserve"> </w:t>
      </w:r>
      <w:r>
        <w:rPr>
          <w:b/>
          <w:color w:val="333333"/>
          <w:sz w:val="24"/>
        </w:rPr>
        <w:t>ПРОЦЕССА</w:t>
      </w:r>
    </w:p>
    <w:p w:rsidR="00B658E3" w:rsidRDefault="00B658E3">
      <w:pPr>
        <w:spacing w:before="4"/>
        <w:ind w:left="440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УЧЕНИКА</w:t>
      </w:r>
    </w:p>
    <w:p w:rsidR="00B658E3" w:rsidRDefault="00B658E3">
      <w:pPr>
        <w:pStyle w:val="BodyText"/>
        <w:spacing w:before="3"/>
        <w:rPr>
          <w:b/>
          <w:sz w:val="23"/>
        </w:rPr>
      </w:pPr>
    </w:p>
    <w:p w:rsidR="00B658E3" w:rsidRDefault="00B658E3">
      <w:pPr>
        <w:ind w:left="440" w:right="1408"/>
        <w:rPr>
          <w:sz w:val="24"/>
        </w:rPr>
      </w:pPr>
      <w:r>
        <w:rPr>
          <w:sz w:val="28"/>
        </w:rPr>
        <w:t>Э.В.Якубовская,</w:t>
      </w:r>
      <w:r>
        <w:rPr>
          <w:spacing w:val="-1"/>
          <w:sz w:val="28"/>
        </w:rPr>
        <w:t xml:space="preserve"> </w:t>
      </w:r>
      <w:r>
        <w:rPr>
          <w:sz w:val="28"/>
        </w:rPr>
        <w:t>Я.В.Коршунова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частях): 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 организаций, реализующих адаптированные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2018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:rsidR="00B658E3" w:rsidRDefault="00B658E3">
      <w:pPr>
        <w:pStyle w:val="BodyText"/>
        <w:rPr>
          <w:sz w:val="26"/>
        </w:rPr>
      </w:pPr>
    </w:p>
    <w:p w:rsidR="00B658E3" w:rsidRDefault="00B658E3">
      <w:pPr>
        <w:pStyle w:val="BodyText"/>
        <w:rPr>
          <w:sz w:val="26"/>
        </w:rPr>
      </w:pPr>
    </w:p>
    <w:p w:rsidR="00B658E3" w:rsidRDefault="00B658E3">
      <w:pPr>
        <w:spacing w:before="188" w:line="275" w:lineRule="exact"/>
        <w:ind w:left="44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</w:p>
    <w:p w:rsidR="00B658E3" w:rsidRDefault="00B658E3">
      <w:pPr>
        <w:pStyle w:val="BodyText"/>
        <w:ind w:left="440" w:right="1408"/>
      </w:pPr>
      <w:r>
        <w:rPr>
          <w:color w:val="111115"/>
        </w:rPr>
        <w:t>Учеб.</w:t>
      </w:r>
      <w:r>
        <w:rPr>
          <w:color w:val="111115"/>
          <w:spacing w:val="2"/>
        </w:rPr>
        <w:t xml:space="preserve"> </w:t>
      </w:r>
      <w:r>
        <w:rPr>
          <w:color w:val="111115"/>
        </w:rPr>
        <w:t>пособие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для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общеобразоват.</w:t>
      </w:r>
      <w:r>
        <w:rPr>
          <w:color w:val="111115"/>
          <w:spacing w:val="4"/>
        </w:rPr>
        <w:t xml:space="preserve"> </w:t>
      </w:r>
      <w:r>
        <w:rPr>
          <w:color w:val="111115"/>
        </w:rPr>
        <w:t>организаций,</w:t>
      </w:r>
      <w:r>
        <w:rPr>
          <w:color w:val="111115"/>
          <w:spacing w:val="2"/>
        </w:rPr>
        <w:t xml:space="preserve"> </w:t>
      </w:r>
      <w:r>
        <w:rPr>
          <w:color w:val="111115"/>
        </w:rPr>
        <w:t>реализующих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адапт.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основные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общеобразоват. программы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/</w:t>
      </w:r>
      <w:r>
        <w:rPr>
          <w:color w:val="111115"/>
          <w:spacing w:val="-6"/>
        </w:rPr>
        <w:t xml:space="preserve"> </w:t>
      </w:r>
      <w:r>
        <w:t xml:space="preserve">Э.В.Якубовская. </w:t>
      </w:r>
      <w:r>
        <w:rPr>
          <w:color w:val="111115"/>
        </w:rPr>
        <w:t>–</w:t>
      </w:r>
      <w:r>
        <w:rPr>
          <w:color w:val="111115"/>
          <w:spacing w:val="-6"/>
        </w:rPr>
        <w:t xml:space="preserve"> </w:t>
      </w:r>
      <w:r>
        <w:rPr>
          <w:color w:val="111115"/>
        </w:rPr>
        <w:t>М.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:</w:t>
      </w:r>
      <w:r>
        <w:rPr>
          <w:color w:val="111115"/>
          <w:spacing w:val="-11"/>
        </w:rPr>
        <w:t xml:space="preserve"> </w:t>
      </w:r>
      <w:r>
        <w:rPr>
          <w:color w:val="111115"/>
        </w:rPr>
        <w:t>Просвещение,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2016.</w:t>
      </w:r>
    </w:p>
    <w:p w:rsidR="00B658E3" w:rsidRDefault="00B658E3">
      <w:pPr>
        <w:pStyle w:val="BodyText"/>
        <w:rPr>
          <w:sz w:val="30"/>
        </w:rPr>
      </w:pPr>
    </w:p>
    <w:p w:rsidR="00B658E3" w:rsidRDefault="00B658E3">
      <w:pPr>
        <w:spacing w:before="210"/>
        <w:ind w:left="440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ИНТЕРНЕТ</w:t>
      </w:r>
    </w:p>
    <w:p w:rsidR="00B658E3" w:rsidRDefault="00B658E3">
      <w:pPr>
        <w:pStyle w:val="BodyText"/>
        <w:spacing w:before="6"/>
        <w:rPr>
          <w:b/>
          <w:sz w:val="23"/>
        </w:rPr>
      </w:pPr>
    </w:p>
    <w:p w:rsidR="00B658E3" w:rsidRDefault="00B658E3">
      <w:pPr>
        <w:spacing w:before="1"/>
        <w:ind w:left="440" w:right="6317"/>
        <w:rPr>
          <w:sz w:val="24"/>
        </w:rPr>
      </w:pPr>
      <w:hyperlink r:id="rId79">
        <w:r>
          <w:rPr>
            <w:sz w:val="24"/>
          </w:rPr>
          <w:t>http://festival.1september.ru/</w:t>
        </w:r>
      </w:hyperlink>
      <w:r>
        <w:rPr>
          <w:spacing w:val="1"/>
          <w:sz w:val="24"/>
        </w:rPr>
        <w:t xml:space="preserve"> </w:t>
      </w:r>
      <w:hyperlink r:id="rId80">
        <w:r>
          <w:rPr>
            <w:color w:val="0000FF"/>
            <w:sz w:val="24"/>
            <w:u w:val="single" w:color="0000FF"/>
          </w:rPr>
          <w:t>http://allmath.ru/</w:t>
        </w:r>
      </w:hyperlink>
      <w:r>
        <w:rPr>
          <w:color w:val="0000FF"/>
          <w:spacing w:val="1"/>
          <w:sz w:val="24"/>
        </w:rPr>
        <w:t xml:space="preserve"> </w:t>
      </w:r>
      <w:hyperlink r:id="rId81">
        <w:r>
          <w:rPr>
            <w:color w:val="000009"/>
            <w:spacing w:val="-1"/>
            <w:sz w:val="24"/>
          </w:rPr>
          <w:t>http://window.edu.ru/window</w:t>
        </w:r>
      </w:hyperlink>
    </w:p>
    <w:sectPr w:rsidR="00B658E3" w:rsidSect="00D76C69">
      <w:footerReference w:type="default" r:id="rId82"/>
      <w:pgSz w:w="11910" w:h="16840"/>
      <w:pgMar w:top="1580" w:right="20" w:bottom="280" w:left="7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8E3" w:rsidRDefault="00B658E3" w:rsidP="00D76C69">
      <w:r>
        <w:separator/>
      </w:r>
    </w:p>
  </w:endnote>
  <w:endnote w:type="continuationSeparator" w:id="0">
    <w:p w:rsidR="00B658E3" w:rsidRDefault="00B658E3" w:rsidP="00D76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6pt;margin-top:781.75pt;width:16.6pt;height:13.05pt;z-index:-251656192;mso-position-horizontal-relative:page;mso-position-vertical-relative:page" filled="f" stroked="f">
          <v:textbox style="mso-next-textbox:#_x0000_s2049" inset="0,0,0,0">
            <w:txbxContent>
              <w:p w:rsidR="00B658E3" w:rsidRDefault="00B658E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E3" w:rsidRDefault="00B658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8E3" w:rsidRDefault="00B658E3" w:rsidP="00D76C69">
      <w:r>
        <w:separator/>
      </w:r>
    </w:p>
  </w:footnote>
  <w:footnote w:type="continuationSeparator" w:id="0">
    <w:p w:rsidR="00B658E3" w:rsidRDefault="00B658E3" w:rsidP="00D76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2DC4"/>
    <w:multiLevelType w:val="hybridMultilevel"/>
    <w:tmpl w:val="F3FED8B8"/>
    <w:lvl w:ilvl="0" w:tplc="96F8257A">
      <w:start w:val="1"/>
      <w:numFmt w:val="upperRoman"/>
      <w:lvlText w:val="%1."/>
      <w:lvlJc w:val="left"/>
      <w:pPr>
        <w:ind w:left="1084" w:hanging="428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</w:rPr>
    </w:lvl>
    <w:lvl w:ilvl="1" w:tplc="085E7330">
      <w:start w:val="1"/>
      <w:numFmt w:val="upperRoman"/>
      <w:lvlText w:val="%2."/>
      <w:lvlJc w:val="left"/>
      <w:pPr>
        <w:ind w:left="3667" w:hanging="53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2" w:tplc="5284FC9E">
      <w:numFmt w:val="bullet"/>
      <w:lvlText w:val="•"/>
      <w:lvlJc w:val="left"/>
      <w:pPr>
        <w:ind w:left="4489" w:hanging="539"/>
      </w:pPr>
      <w:rPr>
        <w:rFonts w:hint="default"/>
      </w:rPr>
    </w:lvl>
    <w:lvl w:ilvl="3" w:tplc="D6D4090C">
      <w:numFmt w:val="bullet"/>
      <w:lvlText w:val="•"/>
      <w:lvlJc w:val="left"/>
      <w:pPr>
        <w:ind w:left="5319" w:hanging="539"/>
      </w:pPr>
      <w:rPr>
        <w:rFonts w:hint="default"/>
      </w:rPr>
    </w:lvl>
    <w:lvl w:ilvl="4" w:tplc="7B4C853C">
      <w:numFmt w:val="bullet"/>
      <w:lvlText w:val="•"/>
      <w:lvlJc w:val="left"/>
      <w:pPr>
        <w:ind w:left="6149" w:hanging="539"/>
      </w:pPr>
      <w:rPr>
        <w:rFonts w:hint="default"/>
      </w:rPr>
    </w:lvl>
    <w:lvl w:ilvl="5" w:tplc="C026FDC2">
      <w:numFmt w:val="bullet"/>
      <w:lvlText w:val="•"/>
      <w:lvlJc w:val="left"/>
      <w:pPr>
        <w:ind w:left="6979" w:hanging="539"/>
      </w:pPr>
      <w:rPr>
        <w:rFonts w:hint="default"/>
      </w:rPr>
    </w:lvl>
    <w:lvl w:ilvl="6" w:tplc="C9B4891E">
      <w:numFmt w:val="bullet"/>
      <w:lvlText w:val="•"/>
      <w:lvlJc w:val="left"/>
      <w:pPr>
        <w:ind w:left="7809" w:hanging="539"/>
      </w:pPr>
      <w:rPr>
        <w:rFonts w:hint="default"/>
      </w:rPr>
    </w:lvl>
    <w:lvl w:ilvl="7" w:tplc="D0944EB0">
      <w:numFmt w:val="bullet"/>
      <w:lvlText w:val="•"/>
      <w:lvlJc w:val="left"/>
      <w:pPr>
        <w:ind w:left="8639" w:hanging="539"/>
      </w:pPr>
      <w:rPr>
        <w:rFonts w:hint="default"/>
      </w:rPr>
    </w:lvl>
    <w:lvl w:ilvl="8" w:tplc="4938719E">
      <w:numFmt w:val="bullet"/>
      <w:lvlText w:val="•"/>
      <w:lvlJc w:val="left"/>
      <w:pPr>
        <w:ind w:left="9469" w:hanging="539"/>
      </w:pPr>
      <w:rPr>
        <w:rFonts w:hint="default"/>
      </w:rPr>
    </w:lvl>
  </w:abstractNum>
  <w:abstractNum w:abstractNumId="1">
    <w:nsid w:val="3C611473"/>
    <w:multiLevelType w:val="hybridMultilevel"/>
    <w:tmpl w:val="7234D588"/>
    <w:lvl w:ilvl="0" w:tplc="49E2B6AA">
      <w:numFmt w:val="bullet"/>
      <w:lvlText w:val=""/>
      <w:lvlJc w:val="left"/>
      <w:pPr>
        <w:ind w:left="656" w:hanging="361"/>
      </w:pPr>
      <w:rPr>
        <w:rFonts w:ascii="Symbol" w:eastAsia="Times New Roman" w:hAnsi="Symbol" w:hint="default"/>
        <w:w w:val="99"/>
        <w:sz w:val="28"/>
      </w:rPr>
    </w:lvl>
    <w:lvl w:ilvl="1" w:tplc="4940810C">
      <w:numFmt w:val="bullet"/>
      <w:lvlText w:val="•"/>
      <w:lvlJc w:val="left"/>
      <w:pPr>
        <w:ind w:left="1706" w:hanging="361"/>
      </w:pPr>
      <w:rPr>
        <w:rFonts w:hint="default"/>
      </w:rPr>
    </w:lvl>
    <w:lvl w:ilvl="2" w:tplc="448616FA">
      <w:numFmt w:val="bullet"/>
      <w:lvlText w:val="•"/>
      <w:lvlJc w:val="left"/>
      <w:pPr>
        <w:ind w:left="2753" w:hanging="361"/>
      </w:pPr>
      <w:rPr>
        <w:rFonts w:hint="default"/>
      </w:rPr>
    </w:lvl>
    <w:lvl w:ilvl="3" w:tplc="CED43C54">
      <w:numFmt w:val="bullet"/>
      <w:lvlText w:val="•"/>
      <w:lvlJc w:val="left"/>
      <w:pPr>
        <w:ind w:left="3800" w:hanging="361"/>
      </w:pPr>
      <w:rPr>
        <w:rFonts w:hint="default"/>
      </w:rPr>
    </w:lvl>
    <w:lvl w:ilvl="4" w:tplc="F0F46D08">
      <w:numFmt w:val="bullet"/>
      <w:lvlText w:val="•"/>
      <w:lvlJc w:val="left"/>
      <w:pPr>
        <w:ind w:left="4847" w:hanging="361"/>
      </w:pPr>
      <w:rPr>
        <w:rFonts w:hint="default"/>
      </w:rPr>
    </w:lvl>
    <w:lvl w:ilvl="5" w:tplc="283285D4">
      <w:numFmt w:val="bullet"/>
      <w:lvlText w:val="•"/>
      <w:lvlJc w:val="left"/>
      <w:pPr>
        <w:ind w:left="5894" w:hanging="361"/>
      </w:pPr>
      <w:rPr>
        <w:rFonts w:hint="default"/>
      </w:rPr>
    </w:lvl>
    <w:lvl w:ilvl="6" w:tplc="AF4C7C18">
      <w:numFmt w:val="bullet"/>
      <w:lvlText w:val="•"/>
      <w:lvlJc w:val="left"/>
      <w:pPr>
        <w:ind w:left="6941" w:hanging="361"/>
      </w:pPr>
      <w:rPr>
        <w:rFonts w:hint="default"/>
      </w:rPr>
    </w:lvl>
    <w:lvl w:ilvl="7" w:tplc="2CA4DD5E">
      <w:numFmt w:val="bullet"/>
      <w:lvlText w:val="•"/>
      <w:lvlJc w:val="left"/>
      <w:pPr>
        <w:ind w:left="7988" w:hanging="361"/>
      </w:pPr>
      <w:rPr>
        <w:rFonts w:hint="default"/>
      </w:rPr>
    </w:lvl>
    <w:lvl w:ilvl="8" w:tplc="F3AEFB62">
      <w:numFmt w:val="bullet"/>
      <w:lvlText w:val="•"/>
      <w:lvlJc w:val="left"/>
      <w:pPr>
        <w:ind w:left="9035" w:hanging="361"/>
      </w:pPr>
      <w:rPr>
        <w:rFonts w:hint="default"/>
      </w:rPr>
    </w:lvl>
  </w:abstractNum>
  <w:abstractNum w:abstractNumId="2">
    <w:nsid w:val="3E1910D1"/>
    <w:multiLevelType w:val="hybridMultilevel"/>
    <w:tmpl w:val="999EF100"/>
    <w:lvl w:ilvl="0" w:tplc="4E92CB02">
      <w:numFmt w:val="bullet"/>
      <w:lvlText w:val=""/>
      <w:lvlJc w:val="left"/>
      <w:pPr>
        <w:ind w:left="656" w:hanging="298"/>
      </w:pPr>
      <w:rPr>
        <w:rFonts w:hint="default"/>
        <w:w w:val="99"/>
      </w:rPr>
    </w:lvl>
    <w:lvl w:ilvl="1" w:tplc="9AB2109A">
      <w:numFmt w:val="bullet"/>
      <w:lvlText w:val="•"/>
      <w:lvlJc w:val="left"/>
      <w:pPr>
        <w:ind w:left="1706" w:hanging="298"/>
      </w:pPr>
      <w:rPr>
        <w:rFonts w:hint="default"/>
      </w:rPr>
    </w:lvl>
    <w:lvl w:ilvl="2" w:tplc="4F5E39F4">
      <w:numFmt w:val="bullet"/>
      <w:lvlText w:val="•"/>
      <w:lvlJc w:val="left"/>
      <w:pPr>
        <w:ind w:left="2753" w:hanging="298"/>
      </w:pPr>
      <w:rPr>
        <w:rFonts w:hint="default"/>
      </w:rPr>
    </w:lvl>
    <w:lvl w:ilvl="3" w:tplc="B5369074">
      <w:numFmt w:val="bullet"/>
      <w:lvlText w:val="•"/>
      <w:lvlJc w:val="left"/>
      <w:pPr>
        <w:ind w:left="3800" w:hanging="298"/>
      </w:pPr>
      <w:rPr>
        <w:rFonts w:hint="default"/>
      </w:rPr>
    </w:lvl>
    <w:lvl w:ilvl="4" w:tplc="537AD152">
      <w:numFmt w:val="bullet"/>
      <w:lvlText w:val="•"/>
      <w:lvlJc w:val="left"/>
      <w:pPr>
        <w:ind w:left="4847" w:hanging="298"/>
      </w:pPr>
      <w:rPr>
        <w:rFonts w:hint="default"/>
      </w:rPr>
    </w:lvl>
    <w:lvl w:ilvl="5" w:tplc="DF14B8F8">
      <w:numFmt w:val="bullet"/>
      <w:lvlText w:val="•"/>
      <w:lvlJc w:val="left"/>
      <w:pPr>
        <w:ind w:left="5894" w:hanging="298"/>
      </w:pPr>
      <w:rPr>
        <w:rFonts w:hint="default"/>
      </w:rPr>
    </w:lvl>
    <w:lvl w:ilvl="6" w:tplc="940CFB3C">
      <w:numFmt w:val="bullet"/>
      <w:lvlText w:val="•"/>
      <w:lvlJc w:val="left"/>
      <w:pPr>
        <w:ind w:left="6941" w:hanging="298"/>
      </w:pPr>
      <w:rPr>
        <w:rFonts w:hint="default"/>
      </w:rPr>
    </w:lvl>
    <w:lvl w:ilvl="7" w:tplc="BB042A82">
      <w:numFmt w:val="bullet"/>
      <w:lvlText w:val="•"/>
      <w:lvlJc w:val="left"/>
      <w:pPr>
        <w:ind w:left="7988" w:hanging="298"/>
      </w:pPr>
      <w:rPr>
        <w:rFonts w:hint="default"/>
      </w:rPr>
    </w:lvl>
    <w:lvl w:ilvl="8" w:tplc="27C2CA44">
      <w:numFmt w:val="bullet"/>
      <w:lvlText w:val="•"/>
      <w:lvlJc w:val="left"/>
      <w:pPr>
        <w:ind w:left="9035" w:hanging="29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C69"/>
    <w:rsid w:val="000833C9"/>
    <w:rsid w:val="00100142"/>
    <w:rsid w:val="00147C2A"/>
    <w:rsid w:val="002F7346"/>
    <w:rsid w:val="00330369"/>
    <w:rsid w:val="00531D45"/>
    <w:rsid w:val="005C26A5"/>
    <w:rsid w:val="00625A2D"/>
    <w:rsid w:val="006C03C5"/>
    <w:rsid w:val="006E09AA"/>
    <w:rsid w:val="00867F2F"/>
    <w:rsid w:val="008D15AB"/>
    <w:rsid w:val="008E7791"/>
    <w:rsid w:val="00941E0B"/>
    <w:rsid w:val="0094359E"/>
    <w:rsid w:val="009D49BE"/>
    <w:rsid w:val="009E48D0"/>
    <w:rsid w:val="00AB33FF"/>
    <w:rsid w:val="00B658E3"/>
    <w:rsid w:val="00C158F8"/>
    <w:rsid w:val="00D76C69"/>
    <w:rsid w:val="00EA7C3D"/>
    <w:rsid w:val="00ED1617"/>
    <w:rsid w:val="00FD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C6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6C69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99"/>
    <w:rsid w:val="00D76C69"/>
    <w:pPr>
      <w:spacing w:before="259"/>
      <w:ind w:left="1088" w:hanging="433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76C69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6219"/>
    <w:rPr>
      <w:rFonts w:ascii="Times New Roman" w:eastAsia="Times New Roman" w:hAnsi="Times New Roman"/>
      <w:lang w:eastAsia="en-US"/>
    </w:rPr>
  </w:style>
  <w:style w:type="paragraph" w:customStyle="1" w:styleId="Heading11">
    <w:name w:val="Heading 11"/>
    <w:basedOn w:val="Normal"/>
    <w:uiPriority w:val="99"/>
    <w:rsid w:val="00D76C69"/>
    <w:pPr>
      <w:ind w:left="683"/>
      <w:jc w:val="center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D76C69"/>
    <w:pPr>
      <w:spacing w:before="161"/>
      <w:ind w:left="656" w:firstLine="427"/>
    </w:pPr>
  </w:style>
  <w:style w:type="paragraph" w:customStyle="1" w:styleId="TableParagraph">
    <w:name w:val="Table Paragraph"/>
    <w:basedOn w:val="Normal"/>
    <w:uiPriority w:val="99"/>
    <w:rsid w:val="00D76C69"/>
  </w:style>
  <w:style w:type="paragraph" w:styleId="BalloonText">
    <w:name w:val="Balloon Text"/>
    <w:basedOn w:val="Normal"/>
    <w:link w:val="BalloonTextChar"/>
    <w:uiPriority w:val="99"/>
    <w:semiHidden/>
    <w:rsid w:val="009D49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9B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.edu/" TargetMode="External"/><Relationship Id="rId18" Type="http://schemas.openxmlformats.org/officeDocument/2006/relationships/hyperlink" Target="http://window.edu/" TargetMode="External"/><Relationship Id="rId26" Type="http://schemas.openxmlformats.org/officeDocument/2006/relationships/footer" Target="footer3.xml"/><Relationship Id="rId39" Type="http://schemas.openxmlformats.org/officeDocument/2006/relationships/hyperlink" Target="http://festival.1sept/" TargetMode="External"/><Relationship Id="rId21" Type="http://schemas.openxmlformats.org/officeDocument/2006/relationships/hyperlink" Target="http://window.edu/" TargetMode="External"/><Relationship Id="rId34" Type="http://schemas.openxmlformats.org/officeDocument/2006/relationships/hyperlink" Target="http://festival.1sept/" TargetMode="External"/><Relationship Id="rId42" Type="http://schemas.openxmlformats.org/officeDocument/2006/relationships/hyperlink" Target="http://window.edu/" TargetMode="External"/><Relationship Id="rId47" Type="http://schemas.openxmlformats.org/officeDocument/2006/relationships/footer" Target="footer5.xml"/><Relationship Id="rId50" Type="http://schemas.openxmlformats.org/officeDocument/2006/relationships/hyperlink" Target="http://window.edu/" TargetMode="External"/><Relationship Id="rId55" Type="http://schemas.openxmlformats.org/officeDocument/2006/relationships/hyperlink" Target="http://window.edu/" TargetMode="External"/><Relationship Id="rId63" Type="http://schemas.openxmlformats.org/officeDocument/2006/relationships/hyperlink" Target="http://allmath.ru/" TargetMode="External"/><Relationship Id="rId68" Type="http://schemas.openxmlformats.org/officeDocument/2006/relationships/hyperlink" Target="http://festival.1sept/" TargetMode="External"/><Relationship Id="rId76" Type="http://schemas.openxmlformats.org/officeDocument/2006/relationships/hyperlink" Target="http://allmath.ru/" TargetMode="External"/><Relationship Id="rId84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://allmat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/" TargetMode="External"/><Relationship Id="rId29" Type="http://schemas.openxmlformats.org/officeDocument/2006/relationships/hyperlink" Target="http://festival.1sept/" TargetMode="External"/><Relationship Id="rId11" Type="http://schemas.openxmlformats.org/officeDocument/2006/relationships/hyperlink" Target="http://window.edu/" TargetMode="External"/><Relationship Id="rId24" Type="http://schemas.openxmlformats.org/officeDocument/2006/relationships/hyperlink" Target="http://window.edu/" TargetMode="External"/><Relationship Id="rId32" Type="http://schemas.openxmlformats.org/officeDocument/2006/relationships/hyperlink" Target="http://festival.1sept/" TargetMode="External"/><Relationship Id="rId37" Type="http://schemas.openxmlformats.org/officeDocument/2006/relationships/hyperlink" Target="http://window.edu/" TargetMode="External"/><Relationship Id="rId40" Type="http://schemas.openxmlformats.org/officeDocument/2006/relationships/hyperlink" Target="http://window.edu/" TargetMode="External"/><Relationship Id="rId45" Type="http://schemas.openxmlformats.org/officeDocument/2006/relationships/hyperlink" Target="http://window.edu/" TargetMode="External"/><Relationship Id="rId53" Type="http://schemas.openxmlformats.org/officeDocument/2006/relationships/hyperlink" Target="http://festival.1sept/" TargetMode="External"/><Relationship Id="rId58" Type="http://schemas.openxmlformats.org/officeDocument/2006/relationships/hyperlink" Target="http://window.edu/" TargetMode="External"/><Relationship Id="rId66" Type="http://schemas.openxmlformats.org/officeDocument/2006/relationships/hyperlink" Target="http://festival.1sept/" TargetMode="External"/><Relationship Id="rId74" Type="http://schemas.openxmlformats.org/officeDocument/2006/relationships/hyperlink" Target="http://festival.1sept/" TargetMode="External"/><Relationship Id="rId79" Type="http://schemas.openxmlformats.org/officeDocument/2006/relationships/hyperlink" Target="http://festival.1september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indow.edu/" TargetMode="External"/><Relationship Id="rId82" Type="http://schemas.openxmlformats.org/officeDocument/2006/relationships/footer" Target="footer9.xml"/><Relationship Id="rId10" Type="http://schemas.openxmlformats.org/officeDocument/2006/relationships/hyperlink" Target="http://festival.1sept/" TargetMode="External"/><Relationship Id="rId19" Type="http://schemas.openxmlformats.org/officeDocument/2006/relationships/footer" Target="footer2.xml"/><Relationship Id="rId31" Type="http://schemas.openxmlformats.org/officeDocument/2006/relationships/hyperlink" Target="http://window.edu/" TargetMode="External"/><Relationship Id="rId44" Type="http://schemas.openxmlformats.org/officeDocument/2006/relationships/hyperlink" Target="http://festival.1sept/" TargetMode="External"/><Relationship Id="rId52" Type="http://schemas.openxmlformats.org/officeDocument/2006/relationships/hyperlink" Target="http://festival.1sept/" TargetMode="External"/><Relationship Id="rId60" Type="http://schemas.openxmlformats.org/officeDocument/2006/relationships/hyperlink" Target="http://allmath.ru/" TargetMode="External"/><Relationship Id="rId65" Type="http://schemas.openxmlformats.org/officeDocument/2006/relationships/hyperlink" Target="http://window.edu/" TargetMode="External"/><Relationship Id="rId73" Type="http://schemas.openxmlformats.org/officeDocument/2006/relationships/hyperlink" Target="http://allmath.ru/" TargetMode="External"/><Relationship Id="rId78" Type="http://schemas.openxmlformats.org/officeDocument/2006/relationships/footer" Target="footer8.xml"/><Relationship Id="rId81" Type="http://schemas.openxmlformats.org/officeDocument/2006/relationships/hyperlink" Target="http://window.edu.ru/wind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/" TargetMode="External"/><Relationship Id="rId14" Type="http://schemas.openxmlformats.org/officeDocument/2006/relationships/hyperlink" Target="http://festival.1sept/" TargetMode="External"/><Relationship Id="rId22" Type="http://schemas.openxmlformats.org/officeDocument/2006/relationships/hyperlink" Target="http://window.edu/" TargetMode="External"/><Relationship Id="rId27" Type="http://schemas.openxmlformats.org/officeDocument/2006/relationships/hyperlink" Target="http://window.edu/" TargetMode="External"/><Relationship Id="rId30" Type="http://schemas.openxmlformats.org/officeDocument/2006/relationships/hyperlink" Target="http://festival.1sept/" TargetMode="External"/><Relationship Id="rId35" Type="http://schemas.openxmlformats.org/officeDocument/2006/relationships/hyperlink" Target="http://festival.1sept/" TargetMode="External"/><Relationship Id="rId43" Type="http://schemas.openxmlformats.org/officeDocument/2006/relationships/hyperlink" Target="http://window.edu.ru/" TargetMode="External"/><Relationship Id="rId48" Type="http://schemas.openxmlformats.org/officeDocument/2006/relationships/hyperlink" Target="http://festival.1sept/" TargetMode="External"/><Relationship Id="rId56" Type="http://schemas.openxmlformats.org/officeDocument/2006/relationships/hyperlink" Target="http://festival.1sept/" TargetMode="External"/><Relationship Id="rId64" Type="http://schemas.openxmlformats.org/officeDocument/2006/relationships/hyperlink" Target="http://festival.1sept/" TargetMode="External"/><Relationship Id="rId69" Type="http://schemas.openxmlformats.org/officeDocument/2006/relationships/hyperlink" Target="http://festival.1sept/" TargetMode="External"/><Relationship Id="rId77" Type="http://schemas.openxmlformats.org/officeDocument/2006/relationships/hyperlink" Target="http://festival.1sept/" TargetMode="External"/><Relationship Id="rId8" Type="http://schemas.openxmlformats.org/officeDocument/2006/relationships/hyperlink" Target="https://clck.ru/33NMkR" TargetMode="External"/><Relationship Id="rId51" Type="http://schemas.openxmlformats.org/officeDocument/2006/relationships/hyperlink" Target="http://festival.1sept/" TargetMode="External"/><Relationship Id="rId72" Type="http://schemas.openxmlformats.org/officeDocument/2006/relationships/hyperlink" Target="http://festival.1sept/" TargetMode="External"/><Relationship Id="rId80" Type="http://schemas.openxmlformats.org/officeDocument/2006/relationships/hyperlink" Target="http://allmath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indow.edu/" TargetMode="External"/><Relationship Id="rId17" Type="http://schemas.openxmlformats.org/officeDocument/2006/relationships/hyperlink" Target="http://festival.1sept/" TargetMode="External"/><Relationship Id="rId25" Type="http://schemas.openxmlformats.org/officeDocument/2006/relationships/hyperlink" Target="http://festival.1sept/" TargetMode="External"/><Relationship Id="rId33" Type="http://schemas.openxmlformats.org/officeDocument/2006/relationships/hyperlink" Target="http://window.edu/" TargetMode="External"/><Relationship Id="rId38" Type="http://schemas.openxmlformats.org/officeDocument/2006/relationships/hyperlink" Target="http://window.edu/" TargetMode="External"/><Relationship Id="rId46" Type="http://schemas.openxmlformats.org/officeDocument/2006/relationships/hyperlink" Target="http://festival.1sept/" TargetMode="External"/><Relationship Id="rId59" Type="http://schemas.openxmlformats.org/officeDocument/2006/relationships/hyperlink" Target="http://festival.1sept/" TargetMode="External"/><Relationship Id="rId67" Type="http://schemas.openxmlformats.org/officeDocument/2006/relationships/hyperlink" Target="http://allmath.ru/" TargetMode="External"/><Relationship Id="rId20" Type="http://schemas.openxmlformats.org/officeDocument/2006/relationships/hyperlink" Target="http://festival.1sept/" TargetMode="External"/><Relationship Id="rId41" Type="http://schemas.openxmlformats.org/officeDocument/2006/relationships/footer" Target="footer4.xml"/><Relationship Id="rId54" Type="http://schemas.openxmlformats.org/officeDocument/2006/relationships/hyperlink" Target="http://festival.1sept/" TargetMode="External"/><Relationship Id="rId62" Type="http://schemas.openxmlformats.org/officeDocument/2006/relationships/hyperlink" Target="http://allmath.ru/" TargetMode="External"/><Relationship Id="rId70" Type="http://schemas.openxmlformats.org/officeDocument/2006/relationships/footer" Target="footer7.xml"/><Relationship Id="rId75" Type="http://schemas.openxmlformats.org/officeDocument/2006/relationships/hyperlink" Target="http://allmath.ru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festival.1sept/" TargetMode="External"/><Relationship Id="rId23" Type="http://schemas.openxmlformats.org/officeDocument/2006/relationships/hyperlink" Target="http://window.edu/" TargetMode="External"/><Relationship Id="rId28" Type="http://schemas.openxmlformats.org/officeDocument/2006/relationships/hyperlink" Target="http://allmath.ru/" TargetMode="External"/><Relationship Id="rId36" Type="http://schemas.openxmlformats.org/officeDocument/2006/relationships/hyperlink" Target="http://festival.1sept/" TargetMode="External"/><Relationship Id="rId49" Type="http://schemas.openxmlformats.org/officeDocument/2006/relationships/hyperlink" Target="http://window.edu/" TargetMode="External"/><Relationship Id="rId5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19</Pages>
  <Words>3520</Words>
  <Characters>20065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HP</cp:lastModifiedBy>
  <cp:revision>9</cp:revision>
  <dcterms:created xsi:type="dcterms:W3CDTF">2023-09-18T08:29:00Z</dcterms:created>
  <dcterms:modified xsi:type="dcterms:W3CDTF">2023-10-04T17:47:00Z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